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4DB2" w14:textId="77777777" w:rsidR="00975C7F" w:rsidRDefault="00975C7F" w:rsidP="00037C52">
      <w:pPr>
        <w:spacing w:line="360" w:lineRule="auto"/>
        <w:rPr>
          <w:rFonts w:cs="Arial"/>
          <w:color w:val="000000" w:themeColor="text1"/>
          <w:sz w:val="22"/>
          <w:szCs w:val="22"/>
        </w:rPr>
      </w:pPr>
    </w:p>
    <w:p w14:paraId="24B05B20" w14:textId="77777777" w:rsidR="00975C7F" w:rsidRDefault="00975C7F" w:rsidP="00037C52">
      <w:pPr>
        <w:spacing w:line="360" w:lineRule="auto"/>
        <w:rPr>
          <w:rFonts w:cs="Arial"/>
          <w:color w:val="000000" w:themeColor="text1"/>
          <w:sz w:val="22"/>
          <w:szCs w:val="22"/>
        </w:rPr>
      </w:pPr>
    </w:p>
    <w:p w14:paraId="32623F48" w14:textId="2C41D30F" w:rsidR="00975C7F" w:rsidRDefault="004F3928" w:rsidP="00037C52">
      <w:pPr>
        <w:spacing w:line="360" w:lineRule="auto"/>
        <w:rPr>
          <w:rFonts w:cs="Arial"/>
          <w:sz w:val="22"/>
          <w:szCs w:val="22"/>
        </w:rPr>
      </w:pPr>
      <w:r w:rsidRPr="00C10ADE">
        <w:rPr>
          <w:rFonts w:cs="Arial"/>
          <w:color w:val="000000" w:themeColor="text1"/>
          <w:sz w:val="22"/>
          <w:szCs w:val="22"/>
        </w:rPr>
        <w:t>Client</w:t>
      </w:r>
      <w:r w:rsidR="00466AC9">
        <w:rPr>
          <w:rFonts w:cs="Arial"/>
          <w:color w:val="000000" w:themeColor="text1"/>
          <w:sz w:val="22"/>
          <w:szCs w:val="22"/>
        </w:rPr>
        <w:t>’s</w:t>
      </w:r>
      <w:r w:rsidRPr="00C10ADE">
        <w:rPr>
          <w:rFonts w:cs="Arial"/>
          <w:sz w:val="22"/>
          <w:szCs w:val="22"/>
        </w:rPr>
        <w:t xml:space="preserve"> </w:t>
      </w:r>
      <w:r w:rsidR="00975C7F">
        <w:rPr>
          <w:rFonts w:cs="Arial"/>
          <w:sz w:val="22"/>
          <w:szCs w:val="22"/>
        </w:rPr>
        <w:t>N</w:t>
      </w:r>
      <w:r w:rsidR="00037C52" w:rsidRPr="00C10ADE">
        <w:rPr>
          <w:rFonts w:cs="Arial"/>
          <w:sz w:val="22"/>
          <w:szCs w:val="22"/>
        </w:rPr>
        <w:t xml:space="preserve">ame: _________________________ </w:t>
      </w:r>
      <w:r w:rsidR="00975C7F">
        <w:rPr>
          <w:rFonts w:cs="Arial"/>
          <w:sz w:val="22"/>
          <w:szCs w:val="22"/>
        </w:rPr>
        <w:br/>
      </w:r>
    </w:p>
    <w:p w14:paraId="43C1CDE4" w14:textId="542861EE" w:rsidR="00504EDE" w:rsidRDefault="00975C7F" w:rsidP="00037C52">
      <w:p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Date of Referral: ____/____/____</w:t>
      </w:r>
    </w:p>
    <w:p w14:paraId="735BE58A" w14:textId="77777777" w:rsidR="00975C7F" w:rsidRPr="00C10ADE" w:rsidRDefault="00975C7F" w:rsidP="00037C52">
      <w:pPr>
        <w:spacing w:line="360" w:lineRule="auto"/>
        <w:rPr>
          <w:rFonts w:cs="Arial"/>
          <w:sz w:val="22"/>
          <w:szCs w:val="22"/>
        </w:rPr>
      </w:pPr>
    </w:p>
    <w:p w14:paraId="7D04817C" w14:textId="4E424F14" w:rsidR="003D0EA4" w:rsidRDefault="00B933D2" w:rsidP="00CF6B89">
      <w:pPr>
        <w:jc w:val="center"/>
        <w:rPr>
          <w:rFonts w:cs="Arial"/>
          <w:b/>
          <w:bCs/>
          <w:color w:val="000000" w:themeColor="text1"/>
          <w:sz w:val="22"/>
          <w:szCs w:val="22"/>
        </w:rPr>
      </w:pPr>
      <w:r w:rsidRPr="00C10ADE">
        <w:rPr>
          <w:rFonts w:cs="Arial"/>
          <w:b/>
          <w:bCs/>
          <w:color w:val="000000" w:themeColor="text1"/>
          <w:sz w:val="22"/>
          <w:szCs w:val="22"/>
        </w:rPr>
        <w:t xml:space="preserve">The following information is required prior to </w:t>
      </w:r>
      <w:r w:rsidR="00145528" w:rsidRPr="00C10ADE">
        <w:rPr>
          <w:rFonts w:cs="Arial"/>
          <w:b/>
          <w:bCs/>
          <w:color w:val="000000" w:themeColor="text1"/>
          <w:sz w:val="22"/>
          <w:szCs w:val="22"/>
        </w:rPr>
        <w:t>assessment</w:t>
      </w:r>
      <w:r w:rsidR="00145528">
        <w:rPr>
          <w:rFonts w:cs="Arial"/>
          <w:b/>
          <w:bCs/>
          <w:color w:val="000000" w:themeColor="text1"/>
          <w:sz w:val="22"/>
          <w:szCs w:val="22"/>
        </w:rPr>
        <w:t>;</w:t>
      </w:r>
      <w:r w:rsidR="00231267">
        <w:rPr>
          <w:rFonts w:cs="Arial"/>
          <w:b/>
          <w:bCs/>
          <w:color w:val="000000" w:themeColor="text1"/>
          <w:sz w:val="22"/>
          <w:szCs w:val="22"/>
        </w:rPr>
        <w:t xml:space="preserve"> all sections must be completed emailed with supporting documents to </w:t>
      </w:r>
      <w:hyperlink r:id="rId6" w:history="1">
        <w:r w:rsidR="00975C7F" w:rsidRPr="002F2AB6">
          <w:rPr>
            <w:rStyle w:val="Hyperlink"/>
            <w:rFonts w:cs="Arial"/>
            <w:b/>
            <w:bCs/>
            <w:sz w:val="22"/>
            <w:szCs w:val="22"/>
          </w:rPr>
          <w:t>intake@dasa.org.au</w:t>
        </w:r>
      </w:hyperlink>
      <w:r w:rsidRPr="00C10ADE">
        <w:rPr>
          <w:rFonts w:cs="Arial"/>
          <w:b/>
          <w:bCs/>
          <w:color w:val="000000" w:themeColor="text1"/>
          <w:sz w:val="22"/>
          <w:szCs w:val="22"/>
        </w:rPr>
        <w:t>:</w:t>
      </w:r>
    </w:p>
    <w:p w14:paraId="090C6E2D" w14:textId="60E08B34" w:rsidR="00975C7F" w:rsidRDefault="00975C7F" w:rsidP="00CF6B89">
      <w:pPr>
        <w:jc w:val="center"/>
        <w:rPr>
          <w:rFonts w:cs="Arial"/>
          <w:b/>
          <w:bCs/>
          <w:color w:val="000000" w:themeColor="text1"/>
          <w:sz w:val="22"/>
          <w:szCs w:val="22"/>
        </w:rPr>
      </w:pPr>
    </w:p>
    <w:p w14:paraId="21493B09" w14:textId="77777777" w:rsidR="00975C7F" w:rsidRPr="00C10ADE" w:rsidRDefault="00975C7F" w:rsidP="00CF6B89">
      <w:pPr>
        <w:jc w:val="center"/>
        <w:rPr>
          <w:rFonts w:cs="Arial"/>
          <w:b/>
          <w:bCs/>
          <w:color w:val="000000" w:themeColor="text1"/>
          <w:sz w:val="22"/>
          <w:szCs w:val="22"/>
        </w:rPr>
      </w:pP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  <w:gridCol w:w="708"/>
        <w:gridCol w:w="709"/>
        <w:gridCol w:w="7655"/>
      </w:tblGrid>
      <w:tr w:rsidR="00504EDE" w:rsidRPr="00C10ADE" w14:paraId="60BE8FA2" w14:textId="77777777" w:rsidTr="00975C7F">
        <w:trPr>
          <w:trHeight w:val="397"/>
          <w:jc w:val="center"/>
        </w:trPr>
        <w:tc>
          <w:tcPr>
            <w:tcW w:w="10740" w:type="dxa"/>
            <w:gridSpan w:val="4"/>
          </w:tcPr>
          <w:p w14:paraId="7EA4A1BD" w14:textId="77777777" w:rsidR="00975C7F" w:rsidRDefault="00975C7F" w:rsidP="00D96596">
            <w:pPr>
              <w:tabs>
                <w:tab w:val="left" w:pos="6606"/>
              </w:tabs>
              <w:rPr>
                <w:rFonts w:cs="Arial"/>
                <w:sz w:val="22"/>
                <w:szCs w:val="22"/>
              </w:rPr>
            </w:pPr>
          </w:p>
          <w:p w14:paraId="3D0E303B" w14:textId="0CC863AD" w:rsidR="00504EDE" w:rsidRDefault="00324547" w:rsidP="00D96596">
            <w:pPr>
              <w:tabs>
                <w:tab w:val="left" w:pos="6606"/>
              </w:tabs>
              <w:rPr>
                <w:rFonts w:cs="Arial"/>
                <w:sz w:val="22"/>
                <w:szCs w:val="22"/>
              </w:rPr>
            </w:pPr>
            <w:r w:rsidRPr="00C10ADE">
              <w:rPr>
                <w:rFonts w:cs="Arial"/>
                <w:sz w:val="22"/>
                <w:szCs w:val="22"/>
              </w:rPr>
              <w:t>Is c</w:t>
            </w:r>
            <w:r w:rsidR="00060943" w:rsidRPr="00C10ADE">
              <w:rPr>
                <w:rFonts w:cs="Arial"/>
                <w:sz w:val="22"/>
                <w:szCs w:val="22"/>
              </w:rPr>
              <w:t>lient aware of referral?</w:t>
            </w:r>
            <w:r w:rsidR="00265202" w:rsidRPr="00C10ADE">
              <w:rPr>
                <w:rFonts w:cs="Arial"/>
                <w:sz w:val="22"/>
                <w:szCs w:val="22"/>
              </w:rPr>
              <w:t xml:space="preserve">  </w:t>
            </w:r>
            <w:r w:rsidR="00C118F1" w:rsidRPr="00C10ADE">
              <w:rPr>
                <w:rFonts w:cs="Arial"/>
                <w:sz w:val="22"/>
                <w:szCs w:val="22"/>
              </w:rPr>
              <w:t>Yes</w:t>
            </w:r>
            <w:r w:rsidR="00265202" w:rsidRPr="00C10ADE">
              <w:rPr>
                <w:rFonts w:cs="Arial"/>
                <w:sz w:val="22"/>
                <w:szCs w:val="22"/>
              </w:rPr>
              <w:t>/</w:t>
            </w:r>
            <w:r w:rsidR="00C118F1" w:rsidRPr="00C10ADE">
              <w:rPr>
                <w:rFonts w:cs="Arial"/>
                <w:sz w:val="22"/>
                <w:szCs w:val="22"/>
              </w:rPr>
              <w:t>No</w:t>
            </w:r>
            <w:r w:rsidR="00265202" w:rsidRPr="00C10ADE">
              <w:rPr>
                <w:rFonts w:cs="Arial"/>
                <w:sz w:val="22"/>
                <w:szCs w:val="22"/>
              </w:rPr>
              <w:t xml:space="preserve"> </w:t>
            </w:r>
            <w:r w:rsidR="00265202" w:rsidRPr="00975C7F">
              <w:rPr>
                <w:rFonts w:cs="Arial"/>
                <w:b/>
                <w:sz w:val="22"/>
                <w:szCs w:val="22"/>
              </w:rPr>
              <w:t>(</w:t>
            </w:r>
            <w:r w:rsidR="00D96596" w:rsidRPr="00975C7F">
              <w:rPr>
                <w:rFonts w:cs="Arial"/>
                <w:b/>
                <w:sz w:val="22"/>
                <w:szCs w:val="22"/>
              </w:rPr>
              <w:t>a</w:t>
            </w:r>
            <w:r w:rsidR="00265202" w:rsidRPr="00975C7F">
              <w:rPr>
                <w:rFonts w:cs="Arial"/>
                <w:b/>
                <w:sz w:val="22"/>
                <w:szCs w:val="22"/>
              </w:rPr>
              <w:t>ttach signed release of information if applicable)</w:t>
            </w:r>
          </w:p>
          <w:p w14:paraId="30E87433" w14:textId="2781E3D5" w:rsidR="00975C7F" w:rsidRPr="00C10ADE" w:rsidRDefault="00975C7F" w:rsidP="00D96596">
            <w:pPr>
              <w:tabs>
                <w:tab w:val="left" w:pos="6606"/>
              </w:tabs>
              <w:rPr>
                <w:rFonts w:cs="Arial"/>
                <w:sz w:val="22"/>
                <w:szCs w:val="22"/>
              </w:rPr>
            </w:pPr>
          </w:p>
        </w:tc>
      </w:tr>
      <w:tr w:rsidR="003D0EA4" w:rsidRPr="00C10ADE" w14:paraId="2BB384BF" w14:textId="77777777" w:rsidTr="00975C7F">
        <w:trPr>
          <w:trHeight w:val="397"/>
          <w:jc w:val="center"/>
        </w:trPr>
        <w:tc>
          <w:tcPr>
            <w:tcW w:w="10740" w:type="dxa"/>
            <w:gridSpan w:val="4"/>
          </w:tcPr>
          <w:p w14:paraId="09992228" w14:textId="77777777" w:rsidR="003D0EA4" w:rsidRPr="00C10ADE" w:rsidRDefault="00324547" w:rsidP="00625C63">
            <w:pPr>
              <w:rPr>
                <w:rFonts w:cs="Arial"/>
                <w:sz w:val="22"/>
                <w:szCs w:val="22"/>
              </w:rPr>
            </w:pPr>
            <w:r w:rsidRPr="00C10ADE">
              <w:rPr>
                <w:rFonts w:cs="Arial"/>
                <w:sz w:val="22"/>
                <w:szCs w:val="22"/>
              </w:rPr>
              <w:t>Referring a</w:t>
            </w:r>
            <w:r w:rsidR="003D0EA4" w:rsidRPr="00C10ADE">
              <w:rPr>
                <w:rFonts w:cs="Arial"/>
                <w:sz w:val="22"/>
                <w:szCs w:val="22"/>
              </w:rPr>
              <w:t>gency:</w:t>
            </w:r>
            <w:r w:rsidR="004805CA" w:rsidRPr="00C10ADE">
              <w:rPr>
                <w:rFonts w:cs="Arial"/>
                <w:sz w:val="22"/>
                <w:szCs w:val="22"/>
              </w:rPr>
              <w:t xml:space="preserve">        </w:t>
            </w:r>
            <w:r w:rsidR="00D96596">
              <w:rPr>
                <w:rFonts w:cs="Arial"/>
                <w:sz w:val="22"/>
                <w:szCs w:val="22"/>
              </w:rPr>
              <w:t xml:space="preserve">                         Reason for r</w:t>
            </w:r>
            <w:r w:rsidR="004805CA" w:rsidRPr="00C10ADE">
              <w:rPr>
                <w:rFonts w:cs="Arial"/>
                <w:sz w:val="22"/>
                <w:szCs w:val="22"/>
              </w:rPr>
              <w:t>eferral:</w:t>
            </w:r>
          </w:p>
          <w:p w14:paraId="623CFE56" w14:textId="77777777" w:rsidR="004805CA" w:rsidRDefault="004805CA" w:rsidP="00625C63">
            <w:pPr>
              <w:rPr>
                <w:rFonts w:cs="Arial"/>
                <w:sz w:val="22"/>
                <w:szCs w:val="22"/>
              </w:rPr>
            </w:pPr>
          </w:p>
          <w:p w14:paraId="52C00603" w14:textId="645D16B5" w:rsidR="00975C7F" w:rsidRPr="00C10ADE" w:rsidRDefault="00975C7F" w:rsidP="00625C63">
            <w:pPr>
              <w:rPr>
                <w:rFonts w:cs="Arial"/>
                <w:sz w:val="22"/>
                <w:szCs w:val="22"/>
              </w:rPr>
            </w:pPr>
          </w:p>
        </w:tc>
      </w:tr>
      <w:tr w:rsidR="003D0EA4" w:rsidRPr="00C10ADE" w14:paraId="12EF9CD0" w14:textId="77777777" w:rsidTr="00975C7F">
        <w:trPr>
          <w:trHeight w:val="397"/>
          <w:jc w:val="center"/>
        </w:trPr>
        <w:tc>
          <w:tcPr>
            <w:tcW w:w="10740" w:type="dxa"/>
            <w:gridSpan w:val="4"/>
          </w:tcPr>
          <w:p w14:paraId="20F85D31" w14:textId="77777777" w:rsidR="00D96596" w:rsidRDefault="00641925" w:rsidP="00625C6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Referred by</w:t>
            </w:r>
            <w:r w:rsidR="003D0EA4" w:rsidRPr="00C10ADE">
              <w:rPr>
                <w:rFonts w:cs="Arial"/>
                <w:sz w:val="22"/>
                <w:szCs w:val="22"/>
              </w:rPr>
              <w:t xml:space="preserve">:                                                  Position:        </w:t>
            </w:r>
            <w:r>
              <w:rPr>
                <w:rFonts w:cs="Arial"/>
                <w:sz w:val="22"/>
                <w:szCs w:val="22"/>
              </w:rPr>
              <w:t xml:space="preserve">                       Contact n</w:t>
            </w:r>
            <w:r w:rsidR="003D0EA4" w:rsidRPr="00C10ADE">
              <w:rPr>
                <w:rFonts w:cs="Arial"/>
                <w:sz w:val="22"/>
                <w:szCs w:val="22"/>
              </w:rPr>
              <w:t>o:</w:t>
            </w:r>
          </w:p>
          <w:p w14:paraId="71A76560" w14:textId="77777777" w:rsidR="003D0EA4" w:rsidRDefault="003D0EA4" w:rsidP="00641925">
            <w:pPr>
              <w:rPr>
                <w:rFonts w:cs="Arial"/>
                <w:sz w:val="22"/>
                <w:szCs w:val="22"/>
              </w:rPr>
            </w:pPr>
          </w:p>
          <w:p w14:paraId="731BF76A" w14:textId="58F60840" w:rsidR="00975C7F" w:rsidRPr="00C10ADE" w:rsidRDefault="00975C7F" w:rsidP="00641925">
            <w:pPr>
              <w:rPr>
                <w:rFonts w:cs="Arial"/>
                <w:sz w:val="22"/>
                <w:szCs w:val="22"/>
              </w:rPr>
            </w:pPr>
          </w:p>
        </w:tc>
      </w:tr>
      <w:tr w:rsidR="003D0EA4" w:rsidRPr="00C10ADE" w14:paraId="33C6279D" w14:textId="77777777" w:rsidTr="00975C7F">
        <w:trPr>
          <w:trHeight w:val="397"/>
          <w:jc w:val="center"/>
        </w:trPr>
        <w:tc>
          <w:tcPr>
            <w:tcW w:w="3085" w:type="dxa"/>
            <w:gridSpan w:val="3"/>
          </w:tcPr>
          <w:p w14:paraId="0DC48F0E" w14:textId="46978388" w:rsidR="00975C7F" w:rsidRDefault="003D0EA4" w:rsidP="00324547">
            <w:pPr>
              <w:rPr>
                <w:rFonts w:cs="Arial"/>
                <w:sz w:val="22"/>
                <w:szCs w:val="22"/>
              </w:rPr>
            </w:pPr>
            <w:r w:rsidRPr="00C10ADE">
              <w:rPr>
                <w:rFonts w:cs="Arial"/>
                <w:sz w:val="22"/>
                <w:szCs w:val="22"/>
              </w:rPr>
              <w:t>Client</w:t>
            </w:r>
            <w:r w:rsidR="00324547" w:rsidRPr="00C10ADE">
              <w:rPr>
                <w:rFonts w:cs="Arial"/>
                <w:sz w:val="22"/>
                <w:szCs w:val="22"/>
              </w:rPr>
              <w:t>’</w:t>
            </w:r>
            <w:r w:rsidRPr="00C10ADE">
              <w:rPr>
                <w:rFonts w:cs="Arial"/>
                <w:sz w:val="22"/>
                <w:szCs w:val="22"/>
              </w:rPr>
              <w:t xml:space="preserve">s </w:t>
            </w:r>
            <w:r w:rsidR="00D97097">
              <w:rPr>
                <w:rFonts w:cs="Arial"/>
                <w:sz w:val="22"/>
                <w:szCs w:val="22"/>
              </w:rPr>
              <w:t xml:space="preserve">given </w:t>
            </w:r>
            <w:r w:rsidR="00324547" w:rsidRPr="00C10ADE">
              <w:rPr>
                <w:rFonts w:cs="Arial"/>
                <w:sz w:val="22"/>
                <w:szCs w:val="22"/>
              </w:rPr>
              <w:t>n</w:t>
            </w:r>
            <w:r w:rsidRPr="00C10ADE">
              <w:rPr>
                <w:rFonts w:cs="Arial"/>
                <w:sz w:val="22"/>
                <w:szCs w:val="22"/>
              </w:rPr>
              <w:t>ame</w:t>
            </w:r>
            <w:r w:rsidR="00D97097">
              <w:rPr>
                <w:rFonts w:cs="Arial"/>
                <w:sz w:val="22"/>
                <w:szCs w:val="22"/>
              </w:rPr>
              <w:t>s (include middle name)</w:t>
            </w:r>
            <w:r w:rsidR="00975C7F">
              <w:rPr>
                <w:rFonts w:cs="Arial"/>
                <w:sz w:val="22"/>
                <w:szCs w:val="22"/>
              </w:rPr>
              <w:t>:</w:t>
            </w:r>
          </w:p>
          <w:p w14:paraId="0D5FA26B" w14:textId="3DE903D1" w:rsidR="00975C7F" w:rsidRPr="00C10ADE" w:rsidRDefault="00975C7F" w:rsidP="0032454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28E6A7F5" w14:textId="77777777" w:rsidR="003D0EA4" w:rsidRPr="00C10ADE" w:rsidRDefault="003D0EA4" w:rsidP="00625C63">
            <w:pPr>
              <w:rPr>
                <w:rFonts w:cs="Arial"/>
                <w:sz w:val="22"/>
                <w:szCs w:val="22"/>
              </w:rPr>
            </w:pPr>
          </w:p>
        </w:tc>
      </w:tr>
      <w:tr w:rsidR="005C1E6D" w:rsidRPr="00C10ADE" w14:paraId="30589013" w14:textId="77777777" w:rsidTr="00975C7F">
        <w:trPr>
          <w:trHeight w:val="397"/>
          <w:jc w:val="center"/>
        </w:trPr>
        <w:tc>
          <w:tcPr>
            <w:tcW w:w="3085" w:type="dxa"/>
            <w:gridSpan w:val="3"/>
          </w:tcPr>
          <w:p w14:paraId="30C317C6" w14:textId="223434E7" w:rsidR="005C1E6D" w:rsidRDefault="005C1E6D" w:rsidP="003245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Other names/aliases</w:t>
            </w:r>
            <w:r w:rsidR="00145528">
              <w:rPr>
                <w:rFonts w:cs="Arial"/>
                <w:sz w:val="22"/>
                <w:szCs w:val="22"/>
              </w:rPr>
              <w:t>/skin name</w:t>
            </w:r>
            <w:r w:rsidR="003A1FCC">
              <w:rPr>
                <w:rFonts w:cs="Arial"/>
                <w:sz w:val="22"/>
                <w:szCs w:val="22"/>
              </w:rPr>
              <w:t>s</w:t>
            </w:r>
            <w:r>
              <w:rPr>
                <w:rFonts w:cs="Arial"/>
                <w:sz w:val="22"/>
                <w:szCs w:val="22"/>
              </w:rPr>
              <w:t>:</w:t>
            </w:r>
          </w:p>
          <w:p w14:paraId="53EA820F" w14:textId="6AEA120B" w:rsidR="00975C7F" w:rsidRPr="00C10ADE" w:rsidRDefault="00975C7F" w:rsidP="0032454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668C52FD" w14:textId="77777777" w:rsidR="005C1E6D" w:rsidRPr="00C10ADE" w:rsidRDefault="005C1E6D" w:rsidP="00625C63">
            <w:pPr>
              <w:rPr>
                <w:rFonts w:cs="Arial"/>
                <w:sz w:val="22"/>
                <w:szCs w:val="22"/>
              </w:rPr>
            </w:pPr>
          </w:p>
        </w:tc>
      </w:tr>
      <w:tr w:rsidR="00DC1F38" w:rsidRPr="00C10ADE" w14:paraId="3223B6A3" w14:textId="77777777" w:rsidTr="00975C7F">
        <w:trPr>
          <w:trHeight w:val="397"/>
          <w:jc w:val="center"/>
        </w:trPr>
        <w:tc>
          <w:tcPr>
            <w:tcW w:w="3085" w:type="dxa"/>
            <w:gridSpan w:val="3"/>
          </w:tcPr>
          <w:p w14:paraId="4110136E" w14:textId="510F079C" w:rsidR="00DC1F38" w:rsidRDefault="00DC1F38" w:rsidP="00145528">
            <w:pPr>
              <w:rPr>
                <w:rFonts w:cs="Arial"/>
                <w:sz w:val="22"/>
                <w:szCs w:val="22"/>
              </w:rPr>
            </w:pPr>
            <w:r w:rsidRPr="00C10ADE">
              <w:rPr>
                <w:rFonts w:cs="Arial"/>
                <w:sz w:val="22"/>
                <w:szCs w:val="22"/>
              </w:rPr>
              <w:t>Client</w:t>
            </w:r>
            <w:r w:rsidR="00AD5026">
              <w:rPr>
                <w:rFonts w:cs="Arial"/>
                <w:sz w:val="22"/>
                <w:szCs w:val="22"/>
              </w:rPr>
              <w:t>’</w:t>
            </w:r>
            <w:r w:rsidRPr="00C10ADE">
              <w:rPr>
                <w:rFonts w:cs="Arial"/>
                <w:sz w:val="22"/>
                <w:szCs w:val="22"/>
              </w:rPr>
              <w:t>s D.O.B.</w:t>
            </w:r>
            <w:r w:rsidR="00AD5026">
              <w:rPr>
                <w:rFonts w:cs="Arial"/>
                <w:sz w:val="22"/>
                <w:szCs w:val="22"/>
              </w:rPr>
              <w:t>:</w:t>
            </w:r>
          </w:p>
          <w:p w14:paraId="509BEC69" w14:textId="4773D06F" w:rsidR="00975C7F" w:rsidRPr="00C10ADE" w:rsidRDefault="00975C7F" w:rsidP="0014552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08C96B3D" w14:textId="77777777" w:rsidR="00DC1F38" w:rsidRPr="00C10ADE" w:rsidRDefault="00DC1F38" w:rsidP="00625C63">
            <w:pPr>
              <w:rPr>
                <w:rFonts w:cs="Arial"/>
                <w:sz w:val="22"/>
                <w:szCs w:val="22"/>
              </w:rPr>
            </w:pPr>
          </w:p>
        </w:tc>
      </w:tr>
      <w:tr w:rsidR="00AD5026" w:rsidRPr="00C10ADE" w14:paraId="07F1FBF6" w14:textId="77777777" w:rsidTr="00975C7F">
        <w:trPr>
          <w:trHeight w:val="397"/>
          <w:jc w:val="center"/>
        </w:trPr>
        <w:tc>
          <w:tcPr>
            <w:tcW w:w="3085" w:type="dxa"/>
            <w:gridSpan w:val="3"/>
          </w:tcPr>
          <w:p w14:paraId="402A7712" w14:textId="7D68A7EA" w:rsidR="00AD5026" w:rsidRDefault="00540642" w:rsidP="0014552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Gender Identity</w:t>
            </w:r>
            <w:r w:rsidR="00AD5026">
              <w:rPr>
                <w:rFonts w:cs="Arial"/>
                <w:sz w:val="22"/>
                <w:szCs w:val="22"/>
              </w:rPr>
              <w:t>:</w:t>
            </w:r>
          </w:p>
          <w:p w14:paraId="3139B36B" w14:textId="516C3B44" w:rsidR="00AD5026" w:rsidRPr="00C10ADE" w:rsidRDefault="00AD5026" w:rsidP="0014552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0DA4D7A8" w14:textId="32FEBDB6" w:rsidR="00AD5026" w:rsidRPr="00C10ADE" w:rsidRDefault="00AD5026" w:rsidP="00625C63">
            <w:pPr>
              <w:rPr>
                <w:rFonts w:cs="Arial"/>
                <w:sz w:val="22"/>
                <w:szCs w:val="22"/>
              </w:rPr>
            </w:pPr>
          </w:p>
        </w:tc>
      </w:tr>
      <w:tr w:rsidR="003D0EA4" w:rsidRPr="00C10ADE" w14:paraId="63E824C8" w14:textId="77777777" w:rsidTr="00975C7F">
        <w:trPr>
          <w:trHeight w:val="397"/>
          <w:jc w:val="center"/>
        </w:trPr>
        <w:tc>
          <w:tcPr>
            <w:tcW w:w="3085" w:type="dxa"/>
            <w:gridSpan w:val="3"/>
          </w:tcPr>
          <w:p w14:paraId="726D3B3E" w14:textId="77777777" w:rsidR="003D0EA4" w:rsidRDefault="00324547" w:rsidP="00625C63">
            <w:pPr>
              <w:rPr>
                <w:rFonts w:cs="Arial"/>
                <w:sz w:val="22"/>
                <w:szCs w:val="22"/>
              </w:rPr>
            </w:pPr>
            <w:r w:rsidRPr="00C10ADE">
              <w:rPr>
                <w:rFonts w:cs="Arial"/>
                <w:sz w:val="22"/>
                <w:szCs w:val="22"/>
              </w:rPr>
              <w:t>Marital s</w:t>
            </w:r>
            <w:r w:rsidR="003D0EA4" w:rsidRPr="00C10ADE">
              <w:rPr>
                <w:rFonts w:cs="Arial"/>
                <w:sz w:val="22"/>
                <w:szCs w:val="22"/>
              </w:rPr>
              <w:t>tatus:</w:t>
            </w:r>
          </w:p>
          <w:p w14:paraId="1F225CE4" w14:textId="20C64C63" w:rsidR="00975C7F" w:rsidRPr="00C10ADE" w:rsidRDefault="00975C7F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045249DC" w14:textId="77777777" w:rsidR="003D0EA4" w:rsidRPr="00C10ADE" w:rsidRDefault="003D0EA4" w:rsidP="00625C63">
            <w:pPr>
              <w:rPr>
                <w:rFonts w:cs="Arial"/>
                <w:sz w:val="22"/>
                <w:szCs w:val="22"/>
              </w:rPr>
            </w:pPr>
          </w:p>
        </w:tc>
      </w:tr>
      <w:tr w:rsidR="003D0EA4" w:rsidRPr="00C10ADE" w14:paraId="5C634E2A" w14:textId="77777777" w:rsidTr="00975C7F">
        <w:trPr>
          <w:trHeight w:val="397"/>
          <w:jc w:val="center"/>
        </w:trPr>
        <w:tc>
          <w:tcPr>
            <w:tcW w:w="3085" w:type="dxa"/>
            <w:gridSpan w:val="3"/>
          </w:tcPr>
          <w:p w14:paraId="4084BDDB" w14:textId="77777777" w:rsidR="00037C52" w:rsidRDefault="003D0EA4" w:rsidP="00625C63">
            <w:pPr>
              <w:rPr>
                <w:rFonts w:cs="Arial"/>
                <w:sz w:val="22"/>
                <w:szCs w:val="22"/>
              </w:rPr>
            </w:pPr>
            <w:r w:rsidRPr="00C10ADE">
              <w:rPr>
                <w:rFonts w:cs="Arial"/>
                <w:sz w:val="22"/>
                <w:szCs w:val="22"/>
              </w:rPr>
              <w:t>Dependants:</w:t>
            </w:r>
          </w:p>
          <w:p w14:paraId="5BD7FEC5" w14:textId="6386AC16" w:rsidR="00975C7F" w:rsidRPr="00C10ADE" w:rsidRDefault="00975C7F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0855BDE9" w14:textId="77777777" w:rsidR="003D0EA4" w:rsidRPr="00C10ADE" w:rsidRDefault="003D0EA4" w:rsidP="00625C63">
            <w:pPr>
              <w:rPr>
                <w:rFonts w:cs="Arial"/>
                <w:sz w:val="22"/>
                <w:szCs w:val="22"/>
              </w:rPr>
            </w:pPr>
          </w:p>
        </w:tc>
      </w:tr>
      <w:tr w:rsidR="003D0EA4" w:rsidRPr="00C10ADE" w14:paraId="7C404A43" w14:textId="77777777" w:rsidTr="00975C7F">
        <w:trPr>
          <w:trHeight w:val="397"/>
          <w:jc w:val="center"/>
        </w:trPr>
        <w:tc>
          <w:tcPr>
            <w:tcW w:w="3085" w:type="dxa"/>
            <w:gridSpan w:val="3"/>
          </w:tcPr>
          <w:p w14:paraId="6B3B9138" w14:textId="77777777" w:rsidR="003D0EA4" w:rsidRDefault="005C1E6D" w:rsidP="00A74EC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Usual place of residence</w:t>
            </w:r>
            <w:r w:rsidR="00A74EC6">
              <w:rPr>
                <w:rFonts w:cs="Arial"/>
                <w:sz w:val="22"/>
                <w:szCs w:val="22"/>
              </w:rPr>
              <w:t xml:space="preserve"> or </w:t>
            </w:r>
            <w:r>
              <w:rPr>
                <w:rFonts w:cs="Arial"/>
                <w:sz w:val="22"/>
                <w:szCs w:val="22"/>
              </w:rPr>
              <w:t>home community:</w:t>
            </w:r>
          </w:p>
          <w:p w14:paraId="68BA75C6" w14:textId="3F7449AF" w:rsidR="00975C7F" w:rsidRPr="00C10ADE" w:rsidRDefault="00975C7F" w:rsidP="00A74EC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544528EF" w14:textId="77777777" w:rsidR="003D0EA4" w:rsidRPr="00C10ADE" w:rsidRDefault="003D0EA4" w:rsidP="00625C63">
            <w:pPr>
              <w:rPr>
                <w:rFonts w:cs="Arial"/>
                <w:sz w:val="22"/>
                <w:szCs w:val="22"/>
              </w:rPr>
            </w:pPr>
          </w:p>
        </w:tc>
      </w:tr>
      <w:tr w:rsidR="005C1E6D" w:rsidRPr="00C10ADE" w14:paraId="340A98AA" w14:textId="77777777" w:rsidTr="00975C7F">
        <w:trPr>
          <w:trHeight w:val="397"/>
          <w:jc w:val="center"/>
        </w:trPr>
        <w:tc>
          <w:tcPr>
            <w:tcW w:w="3085" w:type="dxa"/>
            <w:gridSpan w:val="3"/>
          </w:tcPr>
          <w:p w14:paraId="75D3C4BE" w14:textId="77777777" w:rsidR="005C1E6D" w:rsidRDefault="005C1E6D" w:rsidP="003245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Current location: </w:t>
            </w:r>
            <w:r w:rsidR="00A74EC6">
              <w:rPr>
                <w:rFonts w:cs="Arial"/>
                <w:sz w:val="22"/>
                <w:szCs w:val="22"/>
              </w:rPr>
              <w:t>(</w:t>
            </w:r>
            <w:r>
              <w:rPr>
                <w:rFonts w:cs="Arial"/>
                <w:sz w:val="22"/>
                <w:szCs w:val="22"/>
              </w:rPr>
              <w:t>e.g. in custody)</w:t>
            </w:r>
          </w:p>
          <w:p w14:paraId="496DECB1" w14:textId="673EF898" w:rsidR="00975C7F" w:rsidRPr="00C10ADE" w:rsidRDefault="00975C7F" w:rsidP="0032454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191E21FD" w14:textId="77777777" w:rsidR="005C1E6D" w:rsidRPr="00C10ADE" w:rsidRDefault="005C1E6D" w:rsidP="00625C63">
            <w:pPr>
              <w:rPr>
                <w:rFonts w:cs="Arial"/>
                <w:sz w:val="22"/>
                <w:szCs w:val="22"/>
              </w:rPr>
            </w:pPr>
          </w:p>
        </w:tc>
      </w:tr>
      <w:tr w:rsidR="00A74EC6" w:rsidRPr="00C10ADE" w14:paraId="3ABD62DF" w14:textId="77777777" w:rsidTr="00975C7F">
        <w:trPr>
          <w:trHeight w:val="397"/>
          <w:jc w:val="center"/>
        </w:trPr>
        <w:tc>
          <w:tcPr>
            <w:tcW w:w="3085" w:type="dxa"/>
            <w:gridSpan w:val="3"/>
          </w:tcPr>
          <w:p w14:paraId="38CA73BF" w14:textId="77777777" w:rsidR="00A74EC6" w:rsidRDefault="00A74EC6" w:rsidP="003245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Anticipated bail or parole status:</w:t>
            </w:r>
          </w:p>
          <w:p w14:paraId="158F7C9D" w14:textId="582FB1F2" w:rsidR="00975C7F" w:rsidRDefault="00975C7F" w:rsidP="0032454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3CAC581F" w14:textId="77777777" w:rsidR="00A74EC6" w:rsidRPr="00C10ADE" w:rsidRDefault="008244EC" w:rsidP="00625C6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Order/Parole/Bail/GLP documents attached                         YES/NO</w:t>
            </w:r>
          </w:p>
        </w:tc>
      </w:tr>
      <w:tr w:rsidR="00A74EC6" w:rsidRPr="00C10ADE" w14:paraId="68DE485C" w14:textId="77777777" w:rsidTr="00975C7F">
        <w:trPr>
          <w:trHeight w:val="397"/>
          <w:jc w:val="center"/>
        </w:trPr>
        <w:tc>
          <w:tcPr>
            <w:tcW w:w="3085" w:type="dxa"/>
            <w:gridSpan w:val="3"/>
          </w:tcPr>
          <w:p w14:paraId="79937E49" w14:textId="77777777" w:rsidR="00A74EC6" w:rsidRDefault="00A74EC6" w:rsidP="003245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Banned Drinkers Register</w:t>
            </w:r>
            <w:r w:rsidR="008244EC">
              <w:rPr>
                <w:rFonts w:cs="Arial"/>
                <w:sz w:val="22"/>
                <w:szCs w:val="22"/>
              </w:rPr>
              <w:t>:</w:t>
            </w:r>
          </w:p>
          <w:p w14:paraId="0E86D50A" w14:textId="49C73044" w:rsidR="00975C7F" w:rsidRDefault="00975C7F" w:rsidP="0032454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65A793CF" w14:textId="77777777" w:rsidR="00A74EC6" w:rsidRPr="00C10ADE" w:rsidRDefault="00A74EC6" w:rsidP="00625C63">
            <w:pPr>
              <w:rPr>
                <w:rFonts w:cs="Arial"/>
                <w:sz w:val="22"/>
                <w:szCs w:val="22"/>
              </w:rPr>
            </w:pPr>
          </w:p>
        </w:tc>
      </w:tr>
      <w:tr w:rsidR="003D0EA4" w:rsidRPr="00C10ADE" w14:paraId="21B82015" w14:textId="77777777" w:rsidTr="00975C7F">
        <w:trPr>
          <w:trHeight w:val="397"/>
          <w:jc w:val="center"/>
        </w:trPr>
        <w:tc>
          <w:tcPr>
            <w:tcW w:w="3085" w:type="dxa"/>
            <w:gridSpan w:val="3"/>
          </w:tcPr>
          <w:p w14:paraId="5A8E118B" w14:textId="77777777" w:rsidR="003D0EA4" w:rsidRDefault="00324547" w:rsidP="00625C63">
            <w:pPr>
              <w:rPr>
                <w:rFonts w:cs="Arial"/>
                <w:sz w:val="22"/>
                <w:szCs w:val="22"/>
              </w:rPr>
            </w:pPr>
            <w:r w:rsidRPr="00C10ADE">
              <w:rPr>
                <w:rFonts w:cs="Arial"/>
                <w:sz w:val="22"/>
                <w:szCs w:val="22"/>
              </w:rPr>
              <w:t>Client</w:t>
            </w:r>
            <w:r w:rsidR="00F45C9B">
              <w:rPr>
                <w:rFonts w:cs="Arial"/>
                <w:sz w:val="22"/>
                <w:szCs w:val="22"/>
              </w:rPr>
              <w:t>’</w:t>
            </w:r>
            <w:r w:rsidRPr="00C10ADE">
              <w:rPr>
                <w:rFonts w:cs="Arial"/>
                <w:sz w:val="22"/>
                <w:szCs w:val="22"/>
              </w:rPr>
              <w:t>s contact n</w:t>
            </w:r>
            <w:r w:rsidR="003D0EA4" w:rsidRPr="00C10ADE">
              <w:rPr>
                <w:rFonts w:cs="Arial"/>
                <w:sz w:val="22"/>
                <w:szCs w:val="22"/>
              </w:rPr>
              <w:t>umber:</w:t>
            </w:r>
          </w:p>
          <w:p w14:paraId="328ADB4C" w14:textId="2A60B1B4" w:rsidR="00975C7F" w:rsidRPr="00C10ADE" w:rsidRDefault="00975C7F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140BBF57" w14:textId="77777777" w:rsidR="003D0EA4" w:rsidRPr="00C10ADE" w:rsidRDefault="003D0EA4" w:rsidP="00625C63">
            <w:pPr>
              <w:rPr>
                <w:rFonts w:cs="Arial"/>
                <w:sz w:val="22"/>
                <w:szCs w:val="22"/>
              </w:rPr>
            </w:pPr>
          </w:p>
        </w:tc>
      </w:tr>
      <w:tr w:rsidR="003D0EA4" w:rsidRPr="00C10ADE" w14:paraId="45254403" w14:textId="77777777" w:rsidTr="00975C7F">
        <w:trPr>
          <w:trHeight w:val="397"/>
          <w:jc w:val="center"/>
        </w:trPr>
        <w:tc>
          <w:tcPr>
            <w:tcW w:w="3085" w:type="dxa"/>
            <w:gridSpan w:val="3"/>
          </w:tcPr>
          <w:p w14:paraId="225357A1" w14:textId="77777777" w:rsidR="003D0EA4" w:rsidRDefault="003D0EA4" w:rsidP="00625C63">
            <w:pPr>
              <w:rPr>
                <w:rFonts w:cs="Arial"/>
                <w:sz w:val="22"/>
                <w:szCs w:val="22"/>
              </w:rPr>
            </w:pPr>
            <w:r w:rsidRPr="00C10ADE">
              <w:rPr>
                <w:rFonts w:cs="Arial"/>
                <w:sz w:val="22"/>
                <w:szCs w:val="22"/>
              </w:rPr>
              <w:t>Ethnicity:</w:t>
            </w:r>
          </w:p>
          <w:p w14:paraId="2FB3974D" w14:textId="1743E275" w:rsidR="00975C7F" w:rsidRPr="00C10ADE" w:rsidRDefault="00975C7F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17C03E5D" w14:textId="77777777" w:rsidR="003D0EA4" w:rsidRPr="00C10ADE" w:rsidRDefault="003D0EA4" w:rsidP="00625C63">
            <w:pPr>
              <w:rPr>
                <w:rFonts w:cs="Arial"/>
                <w:sz w:val="22"/>
                <w:szCs w:val="22"/>
              </w:rPr>
            </w:pPr>
          </w:p>
        </w:tc>
      </w:tr>
      <w:tr w:rsidR="003D0EA4" w:rsidRPr="00C10ADE" w14:paraId="77C83A4B" w14:textId="77777777" w:rsidTr="00975C7F">
        <w:trPr>
          <w:trHeight w:val="397"/>
          <w:jc w:val="center"/>
        </w:trPr>
        <w:tc>
          <w:tcPr>
            <w:tcW w:w="3085" w:type="dxa"/>
            <w:gridSpan w:val="3"/>
          </w:tcPr>
          <w:p w14:paraId="570F778B" w14:textId="77777777" w:rsidR="003D0EA4" w:rsidRDefault="003D0EA4" w:rsidP="00625C63">
            <w:pPr>
              <w:rPr>
                <w:rFonts w:cs="Arial"/>
                <w:sz w:val="22"/>
                <w:szCs w:val="22"/>
              </w:rPr>
            </w:pPr>
            <w:r w:rsidRPr="00C10ADE">
              <w:rPr>
                <w:rFonts w:cs="Arial"/>
                <w:sz w:val="22"/>
                <w:szCs w:val="22"/>
              </w:rPr>
              <w:t>Language:</w:t>
            </w:r>
          </w:p>
          <w:p w14:paraId="41AEF2D8" w14:textId="72558D02" w:rsidR="00975C7F" w:rsidRPr="00C10ADE" w:rsidRDefault="00975C7F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6FA71472" w14:textId="77777777" w:rsidR="003D0EA4" w:rsidRPr="00C10ADE" w:rsidRDefault="003D0EA4" w:rsidP="00625C63">
            <w:pPr>
              <w:rPr>
                <w:rFonts w:cs="Arial"/>
                <w:sz w:val="22"/>
                <w:szCs w:val="22"/>
              </w:rPr>
            </w:pPr>
          </w:p>
        </w:tc>
      </w:tr>
      <w:tr w:rsidR="003D0EA4" w:rsidRPr="00C10ADE" w14:paraId="0402C0B2" w14:textId="77777777" w:rsidTr="00975C7F">
        <w:trPr>
          <w:trHeight w:val="397"/>
          <w:jc w:val="center"/>
        </w:trPr>
        <w:tc>
          <w:tcPr>
            <w:tcW w:w="3085" w:type="dxa"/>
            <w:gridSpan w:val="3"/>
          </w:tcPr>
          <w:p w14:paraId="04AADF9C" w14:textId="77777777" w:rsidR="003D0EA4" w:rsidRDefault="00324547" w:rsidP="00625C63">
            <w:pPr>
              <w:rPr>
                <w:rFonts w:cs="Arial"/>
                <w:sz w:val="22"/>
                <w:szCs w:val="22"/>
              </w:rPr>
            </w:pPr>
            <w:r w:rsidRPr="00C10ADE">
              <w:rPr>
                <w:rFonts w:cs="Arial"/>
                <w:sz w:val="22"/>
                <w:szCs w:val="22"/>
              </w:rPr>
              <w:t xml:space="preserve">Principal drug of </w:t>
            </w:r>
            <w:r w:rsidR="00C10ADE" w:rsidRPr="00C10ADE">
              <w:rPr>
                <w:rFonts w:cs="Arial"/>
                <w:sz w:val="22"/>
                <w:szCs w:val="22"/>
              </w:rPr>
              <w:t>abuse</w:t>
            </w:r>
            <w:r w:rsidR="003D0EA4" w:rsidRPr="00C10ADE">
              <w:rPr>
                <w:rFonts w:cs="Arial"/>
                <w:sz w:val="22"/>
                <w:szCs w:val="22"/>
              </w:rPr>
              <w:t>:</w:t>
            </w:r>
          </w:p>
          <w:p w14:paraId="57714A34" w14:textId="0769E60B" w:rsidR="00975C7F" w:rsidRPr="00C10ADE" w:rsidRDefault="00975C7F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23C5E303" w14:textId="77777777" w:rsidR="003D0EA4" w:rsidRDefault="003D0EA4" w:rsidP="00625C63">
            <w:pPr>
              <w:rPr>
                <w:rFonts w:cs="Arial"/>
                <w:sz w:val="22"/>
                <w:szCs w:val="22"/>
              </w:rPr>
            </w:pPr>
          </w:p>
          <w:p w14:paraId="265416A8" w14:textId="77777777" w:rsidR="00AF0E5D" w:rsidRPr="00AF0E5D" w:rsidRDefault="00AF0E5D" w:rsidP="00AF0E5D">
            <w:pPr>
              <w:rPr>
                <w:rFonts w:cs="Arial"/>
                <w:sz w:val="22"/>
                <w:szCs w:val="22"/>
              </w:rPr>
            </w:pPr>
          </w:p>
          <w:p w14:paraId="3B46C145" w14:textId="77777777" w:rsidR="00AF0E5D" w:rsidRPr="00AF0E5D" w:rsidRDefault="00AF0E5D" w:rsidP="00AF0E5D">
            <w:pPr>
              <w:rPr>
                <w:rFonts w:cs="Arial"/>
                <w:sz w:val="22"/>
                <w:szCs w:val="22"/>
              </w:rPr>
            </w:pPr>
          </w:p>
          <w:p w14:paraId="30388994" w14:textId="5A80ACB1" w:rsidR="00AF0E5D" w:rsidRPr="00AF0E5D" w:rsidRDefault="00AF0E5D" w:rsidP="00AF0E5D">
            <w:pPr>
              <w:rPr>
                <w:rFonts w:cs="Arial"/>
                <w:sz w:val="22"/>
                <w:szCs w:val="22"/>
              </w:rPr>
            </w:pPr>
          </w:p>
        </w:tc>
      </w:tr>
      <w:tr w:rsidR="00231267" w:rsidRPr="00C10ADE" w14:paraId="756F8289" w14:textId="77777777" w:rsidTr="00975C7F">
        <w:trPr>
          <w:trHeight w:val="397"/>
          <w:jc w:val="center"/>
        </w:trPr>
        <w:tc>
          <w:tcPr>
            <w:tcW w:w="3085" w:type="dxa"/>
            <w:gridSpan w:val="3"/>
          </w:tcPr>
          <w:p w14:paraId="024E315D" w14:textId="77777777" w:rsidR="00231267" w:rsidRDefault="00231267" w:rsidP="008244E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Employment/study</w:t>
            </w:r>
            <w:r w:rsidR="008244EC">
              <w:rPr>
                <w:rFonts w:cs="Arial"/>
                <w:sz w:val="22"/>
                <w:szCs w:val="22"/>
              </w:rPr>
              <w:t xml:space="preserve"> details</w:t>
            </w:r>
            <w:r>
              <w:rPr>
                <w:rFonts w:cs="Arial"/>
                <w:sz w:val="22"/>
                <w:szCs w:val="22"/>
              </w:rPr>
              <w:t xml:space="preserve"> (for TACU referrals):</w:t>
            </w:r>
          </w:p>
          <w:p w14:paraId="1B6367AC" w14:textId="77777777" w:rsidR="00975C7F" w:rsidRDefault="00975C7F" w:rsidP="008244EC">
            <w:pPr>
              <w:rPr>
                <w:rFonts w:cs="Arial"/>
                <w:sz w:val="22"/>
                <w:szCs w:val="22"/>
              </w:rPr>
            </w:pPr>
          </w:p>
          <w:p w14:paraId="78A71C8A" w14:textId="4F8CE183" w:rsidR="00975C7F" w:rsidRPr="00C10ADE" w:rsidRDefault="00975C7F" w:rsidP="008244E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3DFEDCF5" w14:textId="77777777" w:rsidR="00231267" w:rsidRPr="00C10ADE" w:rsidRDefault="00231267" w:rsidP="00625C63">
            <w:pPr>
              <w:rPr>
                <w:rFonts w:cs="Arial"/>
                <w:sz w:val="22"/>
                <w:szCs w:val="22"/>
              </w:rPr>
            </w:pPr>
          </w:p>
        </w:tc>
      </w:tr>
      <w:tr w:rsidR="00504EDE" w:rsidRPr="00C10ADE" w14:paraId="2D0B6603" w14:textId="77777777" w:rsidTr="00975C7F">
        <w:trPr>
          <w:jc w:val="center"/>
        </w:trPr>
        <w:tc>
          <w:tcPr>
            <w:tcW w:w="1668" w:type="dxa"/>
          </w:tcPr>
          <w:p w14:paraId="71CE336A" w14:textId="0381A8A4" w:rsidR="00975C7F" w:rsidRDefault="00D228F8" w:rsidP="00207ADF">
            <w:pPr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Alerts</w:t>
            </w:r>
          </w:p>
          <w:p w14:paraId="61D63BD4" w14:textId="77777777" w:rsidR="00975C7F" w:rsidRDefault="00975C7F" w:rsidP="00207ADF">
            <w:pPr>
              <w:rPr>
                <w:rFonts w:cs="Arial"/>
                <w:bCs/>
                <w:sz w:val="22"/>
                <w:szCs w:val="22"/>
              </w:rPr>
            </w:pPr>
          </w:p>
          <w:p w14:paraId="51EFB250" w14:textId="390A80E7" w:rsidR="00504EDE" w:rsidRPr="00207ADF" w:rsidRDefault="00504EDE" w:rsidP="00207AD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73987A4E" w14:textId="77777777" w:rsidR="00504EDE" w:rsidRPr="00207ADF" w:rsidRDefault="00C10ADE" w:rsidP="00625C63">
            <w:pPr>
              <w:rPr>
                <w:rFonts w:cs="Arial"/>
                <w:bCs/>
                <w:sz w:val="22"/>
                <w:szCs w:val="22"/>
              </w:rPr>
            </w:pPr>
            <w:r w:rsidRPr="00207ADF">
              <w:rPr>
                <w:rFonts w:cs="Arial"/>
                <w:bCs/>
                <w:sz w:val="22"/>
                <w:szCs w:val="22"/>
              </w:rPr>
              <w:t>Yes</w:t>
            </w:r>
          </w:p>
        </w:tc>
        <w:tc>
          <w:tcPr>
            <w:tcW w:w="709" w:type="dxa"/>
          </w:tcPr>
          <w:p w14:paraId="3B98FAF9" w14:textId="77777777" w:rsidR="00504EDE" w:rsidRPr="00207ADF" w:rsidRDefault="00C10ADE" w:rsidP="00625C63">
            <w:pPr>
              <w:rPr>
                <w:rFonts w:cs="Arial"/>
                <w:bCs/>
                <w:sz w:val="22"/>
                <w:szCs w:val="22"/>
              </w:rPr>
            </w:pPr>
            <w:r w:rsidRPr="00207ADF">
              <w:rPr>
                <w:rFonts w:cs="Arial"/>
                <w:bCs/>
                <w:sz w:val="22"/>
                <w:szCs w:val="22"/>
              </w:rPr>
              <w:t>No</w:t>
            </w:r>
          </w:p>
        </w:tc>
        <w:tc>
          <w:tcPr>
            <w:tcW w:w="7655" w:type="dxa"/>
          </w:tcPr>
          <w:p w14:paraId="76E0E703" w14:textId="77777777" w:rsidR="00504EDE" w:rsidRPr="00207ADF" w:rsidRDefault="00504EDE" w:rsidP="008244EC">
            <w:pPr>
              <w:rPr>
                <w:rFonts w:cs="Arial"/>
                <w:bCs/>
                <w:sz w:val="22"/>
                <w:szCs w:val="22"/>
              </w:rPr>
            </w:pPr>
            <w:r w:rsidRPr="00207ADF">
              <w:rPr>
                <w:rFonts w:cs="Arial"/>
                <w:bCs/>
                <w:sz w:val="22"/>
                <w:szCs w:val="22"/>
              </w:rPr>
              <w:t>If yes</w:t>
            </w:r>
            <w:r w:rsidR="00C10ADE" w:rsidRPr="00207ADF">
              <w:rPr>
                <w:rFonts w:cs="Arial"/>
                <w:bCs/>
                <w:sz w:val="22"/>
                <w:szCs w:val="22"/>
              </w:rPr>
              <w:t>,</w:t>
            </w:r>
            <w:r w:rsidRPr="00207ADF">
              <w:rPr>
                <w:rFonts w:cs="Arial"/>
                <w:bCs/>
                <w:sz w:val="22"/>
                <w:szCs w:val="22"/>
              </w:rPr>
              <w:t xml:space="preserve"> what are these</w:t>
            </w:r>
            <w:r w:rsidR="003E7A1F" w:rsidRPr="00207ADF">
              <w:rPr>
                <w:rFonts w:cs="Arial"/>
                <w:bCs/>
                <w:sz w:val="22"/>
                <w:szCs w:val="22"/>
              </w:rPr>
              <w:t>?</w:t>
            </w:r>
            <w:r w:rsidR="008244EC">
              <w:rPr>
                <w:rFonts w:cs="Arial"/>
                <w:bCs/>
                <w:sz w:val="22"/>
                <w:szCs w:val="22"/>
              </w:rPr>
              <w:t xml:space="preserve"> </w:t>
            </w:r>
          </w:p>
        </w:tc>
      </w:tr>
      <w:tr w:rsidR="00504EDE" w:rsidRPr="00C10ADE" w14:paraId="25A9034B" w14:textId="77777777" w:rsidTr="00975C7F">
        <w:trPr>
          <w:trHeight w:val="680"/>
          <w:jc w:val="center"/>
        </w:trPr>
        <w:tc>
          <w:tcPr>
            <w:tcW w:w="1668" w:type="dxa"/>
          </w:tcPr>
          <w:p w14:paraId="295547C0" w14:textId="77777777" w:rsidR="00504EDE" w:rsidRPr="00C10ADE" w:rsidRDefault="00324547" w:rsidP="00625C63">
            <w:pPr>
              <w:rPr>
                <w:rFonts w:cs="Arial"/>
                <w:sz w:val="22"/>
                <w:szCs w:val="22"/>
              </w:rPr>
            </w:pPr>
            <w:r w:rsidRPr="00C10ADE">
              <w:rPr>
                <w:rFonts w:cs="Arial"/>
                <w:sz w:val="22"/>
                <w:szCs w:val="22"/>
              </w:rPr>
              <w:t>Medical c</w:t>
            </w:r>
            <w:r w:rsidR="00504EDE" w:rsidRPr="00C10ADE">
              <w:rPr>
                <w:rFonts w:cs="Arial"/>
                <w:sz w:val="22"/>
                <w:szCs w:val="22"/>
              </w:rPr>
              <w:t>ondition</w:t>
            </w:r>
            <w:r w:rsidRPr="00C10ADE">
              <w:rPr>
                <w:rFonts w:cs="Arial"/>
                <w:sz w:val="22"/>
                <w:szCs w:val="22"/>
              </w:rPr>
              <w:t>s</w:t>
            </w:r>
          </w:p>
        </w:tc>
        <w:tc>
          <w:tcPr>
            <w:tcW w:w="708" w:type="dxa"/>
          </w:tcPr>
          <w:p w14:paraId="47AE4F3D" w14:textId="77777777" w:rsidR="00504EDE" w:rsidRPr="00C10ADE" w:rsidRDefault="00504EDE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0522C3BC" w14:textId="77777777" w:rsidR="00504EDE" w:rsidRPr="00C10ADE" w:rsidRDefault="00504EDE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21BBBE58" w14:textId="77777777" w:rsidR="00504EDE" w:rsidRPr="00C10ADE" w:rsidRDefault="00504EDE" w:rsidP="00625C63">
            <w:pPr>
              <w:rPr>
                <w:rFonts w:cs="Arial"/>
                <w:sz w:val="22"/>
                <w:szCs w:val="22"/>
              </w:rPr>
            </w:pPr>
          </w:p>
          <w:p w14:paraId="3A81EE8A" w14:textId="355495FC" w:rsidR="00504EDE" w:rsidRPr="00C10ADE" w:rsidRDefault="0036208F" w:rsidP="00625C6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br/>
            </w:r>
            <w:r>
              <w:rPr>
                <w:rFonts w:cs="Arial"/>
                <w:sz w:val="22"/>
                <w:szCs w:val="22"/>
              </w:rPr>
              <w:br/>
            </w:r>
          </w:p>
        </w:tc>
      </w:tr>
      <w:tr w:rsidR="00504EDE" w:rsidRPr="00C10ADE" w14:paraId="28CC8788" w14:textId="77777777" w:rsidTr="00975C7F">
        <w:trPr>
          <w:trHeight w:val="680"/>
          <w:jc w:val="center"/>
        </w:trPr>
        <w:tc>
          <w:tcPr>
            <w:tcW w:w="1668" w:type="dxa"/>
          </w:tcPr>
          <w:p w14:paraId="5FF021F2" w14:textId="77777777" w:rsidR="00504EDE" w:rsidRPr="00C10ADE" w:rsidRDefault="00324547" w:rsidP="00625C63">
            <w:pPr>
              <w:rPr>
                <w:rFonts w:cs="Arial"/>
                <w:sz w:val="22"/>
                <w:szCs w:val="22"/>
              </w:rPr>
            </w:pPr>
            <w:r w:rsidRPr="00C10ADE">
              <w:rPr>
                <w:rFonts w:cs="Arial"/>
                <w:color w:val="000000" w:themeColor="text1"/>
                <w:sz w:val="22"/>
                <w:szCs w:val="22"/>
              </w:rPr>
              <w:t>Mental h</w:t>
            </w:r>
            <w:r w:rsidR="00504EDE" w:rsidRPr="00C10ADE">
              <w:rPr>
                <w:rFonts w:cs="Arial"/>
                <w:color w:val="000000" w:themeColor="text1"/>
                <w:sz w:val="22"/>
                <w:szCs w:val="22"/>
              </w:rPr>
              <w:t>ealth</w:t>
            </w:r>
            <w:r w:rsidRPr="00C10ADE">
              <w:rPr>
                <w:rFonts w:cs="Arial"/>
                <w:sz w:val="22"/>
                <w:szCs w:val="22"/>
              </w:rPr>
              <w:t xml:space="preserve"> c</w:t>
            </w:r>
            <w:r w:rsidR="00504EDE" w:rsidRPr="00C10ADE">
              <w:rPr>
                <w:rFonts w:cs="Arial"/>
                <w:sz w:val="22"/>
                <w:szCs w:val="22"/>
              </w:rPr>
              <w:t>ondition</w:t>
            </w:r>
            <w:r w:rsidRPr="00C10ADE">
              <w:rPr>
                <w:rFonts w:cs="Arial"/>
                <w:sz w:val="22"/>
                <w:szCs w:val="22"/>
              </w:rPr>
              <w:t>s</w:t>
            </w:r>
          </w:p>
        </w:tc>
        <w:tc>
          <w:tcPr>
            <w:tcW w:w="708" w:type="dxa"/>
          </w:tcPr>
          <w:p w14:paraId="1A53289E" w14:textId="77777777" w:rsidR="00504EDE" w:rsidRPr="00C10ADE" w:rsidRDefault="00504EDE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0349F7DD" w14:textId="77777777" w:rsidR="00504EDE" w:rsidRPr="00C10ADE" w:rsidRDefault="00504EDE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47B6912E" w14:textId="77777777" w:rsidR="00504EDE" w:rsidRPr="00C10ADE" w:rsidRDefault="00504EDE" w:rsidP="00625C63">
            <w:pPr>
              <w:rPr>
                <w:rFonts w:cs="Arial"/>
                <w:sz w:val="22"/>
                <w:szCs w:val="22"/>
              </w:rPr>
            </w:pPr>
          </w:p>
          <w:p w14:paraId="41EC7EE2" w14:textId="2C7AD369" w:rsidR="00504EDE" w:rsidRPr="00C10ADE" w:rsidRDefault="0036208F" w:rsidP="00625C6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br/>
            </w:r>
            <w:r>
              <w:rPr>
                <w:rFonts w:cs="Arial"/>
                <w:sz w:val="22"/>
                <w:szCs w:val="22"/>
              </w:rPr>
              <w:br/>
            </w:r>
          </w:p>
        </w:tc>
      </w:tr>
      <w:tr w:rsidR="00504EDE" w:rsidRPr="00C10ADE" w14:paraId="52B4388D" w14:textId="77777777" w:rsidTr="00975C7F">
        <w:trPr>
          <w:trHeight w:val="680"/>
          <w:jc w:val="center"/>
        </w:trPr>
        <w:tc>
          <w:tcPr>
            <w:tcW w:w="1668" w:type="dxa"/>
          </w:tcPr>
          <w:p w14:paraId="497847AB" w14:textId="77777777" w:rsidR="00504EDE" w:rsidRPr="00C10ADE" w:rsidRDefault="00324547" w:rsidP="00145528">
            <w:pPr>
              <w:rPr>
                <w:rFonts w:cs="Arial"/>
                <w:sz w:val="22"/>
                <w:szCs w:val="22"/>
              </w:rPr>
            </w:pPr>
            <w:r w:rsidRPr="00C10ADE">
              <w:rPr>
                <w:rFonts w:cs="Arial"/>
                <w:sz w:val="22"/>
                <w:szCs w:val="22"/>
              </w:rPr>
              <w:t>Family i</w:t>
            </w:r>
            <w:r w:rsidR="00504EDE" w:rsidRPr="00C10ADE">
              <w:rPr>
                <w:rFonts w:cs="Arial"/>
                <w:sz w:val="22"/>
                <w:szCs w:val="22"/>
              </w:rPr>
              <w:t>ssues</w:t>
            </w:r>
          </w:p>
        </w:tc>
        <w:tc>
          <w:tcPr>
            <w:tcW w:w="708" w:type="dxa"/>
          </w:tcPr>
          <w:p w14:paraId="26624E1A" w14:textId="77777777" w:rsidR="00504EDE" w:rsidRPr="00C10ADE" w:rsidRDefault="00504EDE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245B1343" w14:textId="77777777" w:rsidR="00504EDE" w:rsidRPr="00C10ADE" w:rsidRDefault="00504EDE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54FEC6AF" w14:textId="77777777" w:rsidR="00504EDE" w:rsidRPr="00C10ADE" w:rsidRDefault="00145528" w:rsidP="00625C6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(e.g. family law matters, children in care</w:t>
            </w:r>
            <w:r w:rsidR="00F45C9B">
              <w:rPr>
                <w:rFonts w:cs="Arial"/>
                <w:sz w:val="22"/>
                <w:szCs w:val="22"/>
              </w:rPr>
              <w:t>)</w:t>
            </w:r>
          </w:p>
          <w:p w14:paraId="4D18FD24" w14:textId="1BC03223" w:rsidR="00504EDE" w:rsidRPr="00C10ADE" w:rsidRDefault="0036208F" w:rsidP="00625C6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br/>
            </w:r>
            <w:r>
              <w:rPr>
                <w:rFonts w:cs="Arial"/>
                <w:sz w:val="22"/>
                <w:szCs w:val="22"/>
              </w:rPr>
              <w:br/>
            </w:r>
            <w:r>
              <w:rPr>
                <w:rFonts w:cs="Arial"/>
                <w:sz w:val="22"/>
                <w:szCs w:val="22"/>
              </w:rPr>
              <w:br/>
            </w:r>
          </w:p>
        </w:tc>
      </w:tr>
      <w:tr w:rsidR="00504EDE" w:rsidRPr="00C10ADE" w14:paraId="5CF2605A" w14:textId="77777777" w:rsidTr="00975C7F">
        <w:trPr>
          <w:trHeight w:val="680"/>
          <w:jc w:val="center"/>
        </w:trPr>
        <w:tc>
          <w:tcPr>
            <w:tcW w:w="1668" w:type="dxa"/>
          </w:tcPr>
          <w:p w14:paraId="66EA5755" w14:textId="77777777" w:rsidR="00504EDE" w:rsidRPr="00C10ADE" w:rsidRDefault="00324547" w:rsidP="00145528">
            <w:pPr>
              <w:rPr>
                <w:rFonts w:cs="Arial"/>
                <w:sz w:val="22"/>
                <w:szCs w:val="22"/>
              </w:rPr>
            </w:pPr>
            <w:r w:rsidRPr="00C10ADE">
              <w:rPr>
                <w:rFonts w:cs="Arial"/>
                <w:sz w:val="22"/>
                <w:szCs w:val="22"/>
              </w:rPr>
              <w:t>Life and death i</w:t>
            </w:r>
            <w:r w:rsidR="00504EDE" w:rsidRPr="00C10ADE">
              <w:rPr>
                <w:rFonts w:cs="Arial"/>
                <w:sz w:val="22"/>
                <w:szCs w:val="22"/>
              </w:rPr>
              <w:t>ssues</w:t>
            </w:r>
            <w:r w:rsidR="00E030F2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14:paraId="4725371D" w14:textId="77777777" w:rsidR="00504EDE" w:rsidRPr="00C10ADE" w:rsidRDefault="00504EDE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79C02833" w14:textId="77777777" w:rsidR="00504EDE" w:rsidRPr="00C10ADE" w:rsidRDefault="00504EDE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5BD33678" w14:textId="77777777" w:rsidR="00504EDE" w:rsidRPr="00C10ADE" w:rsidRDefault="00145528" w:rsidP="00625C6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(e.g. payback)</w:t>
            </w:r>
          </w:p>
          <w:p w14:paraId="50DD82DE" w14:textId="375037B1" w:rsidR="00504EDE" w:rsidRPr="00C10ADE" w:rsidRDefault="0036208F" w:rsidP="00625C6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br/>
            </w:r>
            <w:r>
              <w:rPr>
                <w:rFonts w:cs="Arial"/>
                <w:sz w:val="22"/>
                <w:szCs w:val="22"/>
              </w:rPr>
              <w:br/>
            </w:r>
            <w:r>
              <w:rPr>
                <w:rFonts w:cs="Arial"/>
                <w:sz w:val="22"/>
                <w:szCs w:val="22"/>
              </w:rPr>
              <w:br/>
            </w:r>
          </w:p>
        </w:tc>
      </w:tr>
      <w:tr w:rsidR="00641925" w:rsidRPr="00C10ADE" w14:paraId="4850DB0D" w14:textId="77777777" w:rsidTr="00975C7F">
        <w:trPr>
          <w:trHeight w:val="680"/>
          <w:jc w:val="center"/>
        </w:trPr>
        <w:tc>
          <w:tcPr>
            <w:tcW w:w="1668" w:type="dxa"/>
          </w:tcPr>
          <w:p w14:paraId="59675780" w14:textId="77777777" w:rsidR="00641925" w:rsidRDefault="00641925" w:rsidP="003245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Current court matter</w:t>
            </w:r>
            <w:r w:rsidR="00145528">
              <w:rPr>
                <w:rFonts w:cs="Arial"/>
                <w:sz w:val="22"/>
                <w:szCs w:val="22"/>
              </w:rPr>
              <w:t>s</w:t>
            </w:r>
            <w:r w:rsidR="003E7A1F">
              <w:rPr>
                <w:rFonts w:cs="Arial"/>
                <w:sz w:val="22"/>
                <w:szCs w:val="22"/>
              </w:rPr>
              <w:t>*</w:t>
            </w:r>
          </w:p>
          <w:p w14:paraId="6C94BE89" w14:textId="77777777" w:rsidR="00E030F2" w:rsidRPr="00C10ADE" w:rsidRDefault="00E030F2" w:rsidP="0032454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215E8356" w14:textId="77777777" w:rsidR="00641925" w:rsidRPr="00C10ADE" w:rsidRDefault="00641925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41E12D91" w14:textId="77777777" w:rsidR="00641925" w:rsidRPr="00C10ADE" w:rsidRDefault="00641925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769DFDC5" w14:textId="77777777" w:rsidR="00641925" w:rsidRDefault="00641925" w:rsidP="00625C63">
            <w:pPr>
              <w:rPr>
                <w:rFonts w:cs="Arial"/>
                <w:sz w:val="22"/>
                <w:szCs w:val="22"/>
              </w:rPr>
            </w:pPr>
          </w:p>
          <w:p w14:paraId="261D7690" w14:textId="4DCEBDBD" w:rsidR="00E030F2" w:rsidRDefault="0036208F" w:rsidP="00625C6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br/>
            </w:r>
            <w:r>
              <w:rPr>
                <w:rFonts w:cs="Arial"/>
                <w:sz w:val="22"/>
                <w:szCs w:val="22"/>
              </w:rPr>
              <w:br/>
            </w:r>
            <w:r>
              <w:rPr>
                <w:rFonts w:cs="Arial"/>
                <w:sz w:val="22"/>
                <w:szCs w:val="22"/>
              </w:rPr>
              <w:br/>
            </w:r>
          </w:p>
          <w:p w14:paraId="535A3FDD" w14:textId="77777777" w:rsidR="0037306C" w:rsidRPr="00C10ADE" w:rsidRDefault="0037306C" w:rsidP="008244EC">
            <w:pPr>
              <w:rPr>
                <w:rFonts w:cs="Arial"/>
                <w:sz w:val="22"/>
                <w:szCs w:val="22"/>
              </w:rPr>
            </w:pPr>
          </w:p>
        </w:tc>
      </w:tr>
      <w:tr w:rsidR="00975C7F" w:rsidRPr="00C10ADE" w14:paraId="20D4D83D" w14:textId="77777777" w:rsidTr="00975C7F">
        <w:trPr>
          <w:trHeight w:val="680"/>
          <w:jc w:val="center"/>
        </w:trPr>
        <w:tc>
          <w:tcPr>
            <w:tcW w:w="1668" w:type="dxa"/>
          </w:tcPr>
          <w:p w14:paraId="7B98B773" w14:textId="6F74CCF3" w:rsidR="00975C7F" w:rsidRDefault="00975C7F" w:rsidP="003245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Domestic Violence Order (DVO) </w:t>
            </w:r>
          </w:p>
        </w:tc>
        <w:tc>
          <w:tcPr>
            <w:tcW w:w="708" w:type="dxa"/>
          </w:tcPr>
          <w:p w14:paraId="2CC2B050" w14:textId="77777777" w:rsidR="00975C7F" w:rsidRPr="00C10ADE" w:rsidRDefault="00975C7F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43F2B884" w14:textId="77777777" w:rsidR="00975C7F" w:rsidRPr="00C10ADE" w:rsidRDefault="00975C7F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519D766B" w14:textId="62FFF97B" w:rsidR="00975C7F" w:rsidRDefault="00975C7F" w:rsidP="00625C6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(e.g. does the client have any DVO’s? If yes, who are the individuals involved</w:t>
            </w:r>
            <w:r w:rsidR="00D524DB">
              <w:rPr>
                <w:rFonts w:cs="Arial"/>
                <w:sz w:val="22"/>
                <w:szCs w:val="22"/>
              </w:rPr>
              <w:t xml:space="preserve">?) </w:t>
            </w:r>
            <w:r>
              <w:rPr>
                <w:rFonts w:cs="Arial"/>
                <w:sz w:val="22"/>
                <w:szCs w:val="22"/>
              </w:rPr>
              <w:t>and/or are there any areas of restriction?)</w:t>
            </w:r>
            <w:r w:rsidR="0036208F">
              <w:rPr>
                <w:rFonts w:cs="Arial"/>
                <w:sz w:val="22"/>
                <w:szCs w:val="22"/>
              </w:rPr>
              <w:br/>
            </w:r>
            <w:r w:rsidR="0036208F">
              <w:rPr>
                <w:rFonts w:cs="Arial"/>
                <w:sz w:val="22"/>
                <w:szCs w:val="22"/>
              </w:rPr>
              <w:br/>
            </w:r>
            <w:r w:rsidR="0036208F">
              <w:rPr>
                <w:rFonts w:cs="Arial"/>
                <w:sz w:val="22"/>
                <w:szCs w:val="22"/>
              </w:rPr>
              <w:br/>
            </w:r>
            <w:r w:rsidR="0036208F">
              <w:rPr>
                <w:rFonts w:cs="Arial"/>
                <w:sz w:val="22"/>
                <w:szCs w:val="22"/>
              </w:rPr>
              <w:br/>
            </w:r>
            <w:r w:rsidR="0036208F">
              <w:rPr>
                <w:rFonts w:cs="Arial"/>
                <w:sz w:val="22"/>
                <w:szCs w:val="22"/>
              </w:rPr>
              <w:br/>
            </w:r>
            <w:r w:rsidR="0036208F">
              <w:rPr>
                <w:rFonts w:cs="Arial"/>
                <w:sz w:val="22"/>
                <w:szCs w:val="22"/>
              </w:rPr>
              <w:br/>
            </w:r>
          </w:p>
        </w:tc>
      </w:tr>
      <w:tr w:rsidR="00233EE9" w:rsidRPr="00C10ADE" w14:paraId="3C81991D" w14:textId="77777777" w:rsidTr="00975C7F">
        <w:trPr>
          <w:trHeight w:val="680"/>
          <w:jc w:val="center"/>
        </w:trPr>
        <w:tc>
          <w:tcPr>
            <w:tcW w:w="1668" w:type="dxa"/>
          </w:tcPr>
          <w:p w14:paraId="7BF18EAE" w14:textId="71CBBB5B" w:rsidR="00233EE9" w:rsidRDefault="00233EE9" w:rsidP="0032454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Areas</w:t>
            </w:r>
            <w:r w:rsidR="00FF64A9">
              <w:rPr>
                <w:rFonts w:cs="Arial"/>
                <w:sz w:val="22"/>
                <w:szCs w:val="22"/>
              </w:rPr>
              <w:t>/</w:t>
            </w:r>
            <w:r w:rsidR="005D1C17">
              <w:rPr>
                <w:rFonts w:cs="Arial"/>
                <w:sz w:val="22"/>
                <w:szCs w:val="22"/>
              </w:rPr>
              <w:t>p</w:t>
            </w:r>
            <w:r w:rsidR="00FF64A9">
              <w:rPr>
                <w:rFonts w:cs="Arial"/>
                <w:sz w:val="22"/>
                <w:szCs w:val="22"/>
              </w:rPr>
              <w:t>laces</w:t>
            </w:r>
            <w:r>
              <w:rPr>
                <w:rFonts w:cs="Arial"/>
                <w:sz w:val="22"/>
                <w:szCs w:val="22"/>
              </w:rPr>
              <w:t xml:space="preserve"> of </w:t>
            </w:r>
            <w:r w:rsidR="005D1C17">
              <w:rPr>
                <w:rFonts w:cs="Arial"/>
                <w:sz w:val="22"/>
                <w:szCs w:val="22"/>
              </w:rPr>
              <w:t>co</w:t>
            </w:r>
            <w:r>
              <w:rPr>
                <w:rFonts w:cs="Arial"/>
                <w:sz w:val="22"/>
                <w:szCs w:val="22"/>
              </w:rPr>
              <w:t xml:space="preserve">ncern </w:t>
            </w:r>
          </w:p>
        </w:tc>
        <w:tc>
          <w:tcPr>
            <w:tcW w:w="708" w:type="dxa"/>
          </w:tcPr>
          <w:p w14:paraId="7CFBB10D" w14:textId="77777777" w:rsidR="00233EE9" w:rsidRPr="00C10ADE" w:rsidRDefault="00233EE9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5EC44C10" w14:textId="77777777" w:rsidR="00233EE9" w:rsidRPr="00C10ADE" w:rsidRDefault="00233EE9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2BA6E3E5" w14:textId="79683A5D" w:rsidR="00233EE9" w:rsidRDefault="00233EE9" w:rsidP="00625C6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(e.g. does the client have any areas of restriction? If the client has a DVO, are </w:t>
            </w:r>
            <w:r w:rsidR="00C00059">
              <w:rPr>
                <w:rFonts w:cs="Arial"/>
                <w:sz w:val="22"/>
                <w:szCs w:val="22"/>
              </w:rPr>
              <w:t xml:space="preserve">there </w:t>
            </w:r>
            <w:r>
              <w:rPr>
                <w:rFonts w:cs="Arial"/>
                <w:sz w:val="22"/>
                <w:szCs w:val="22"/>
              </w:rPr>
              <w:t xml:space="preserve">any areas of </w:t>
            </w:r>
            <w:r w:rsidR="00C00059">
              <w:rPr>
                <w:rFonts w:cs="Arial"/>
                <w:sz w:val="22"/>
                <w:szCs w:val="22"/>
              </w:rPr>
              <w:t>concern</w:t>
            </w:r>
            <w:r>
              <w:rPr>
                <w:rFonts w:cs="Arial"/>
                <w:sz w:val="22"/>
                <w:szCs w:val="22"/>
              </w:rPr>
              <w:t>?)</w:t>
            </w:r>
            <w:r w:rsidR="0036208F">
              <w:rPr>
                <w:rFonts w:cs="Arial"/>
                <w:sz w:val="22"/>
                <w:szCs w:val="22"/>
              </w:rPr>
              <w:br/>
            </w:r>
            <w:r w:rsidR="0036208F">
              <w:rPr>
                <w:rFonts w:cs="Arial"/>
                <w:sz w:val="22"/>
                <w:szCs w:val="22"/>
              </w:rPr>
              <w:br/>
            </w:r>
            <w:r w:rsidR="0036208F">
              <w:rPr>
                <w:rFonts w:cs="Arial"/>
                <w:sz w:val="22"/>
                <w:szCs w:val="22"/>
              </w:rPr>
              <w:br/>
            </w:r>
            <w:r w:rsidR="0036208F">
              <w:rPr>
                <w:rFonts w:cs="Arial"/>
                <w:sz w:val="22"/>
                <w:szCs w:val="22"/>
              </w:rPr>
              <w:br/>
            </w:r>
            <w:r w:rsidR="0036208F">
              <w:rPr>
                <w:rFonts w:cs="Arial"/>
                <w:sz w:val="22"/>
                <w:szCs w:val="22"/>
              </w:rPr>
              <w:br/>
            </w:r>
            <w:r w:rsidR="0036208F">
              <w:rPr>
                <w:rFonts w:cs="Arial"/>
                <w:sz w:val="22"/>
                <w:szCs w:val="22"/>
              </w:rPr>
              <w:br/>
            </w:r>
          </w:p>
        </w:tc>
      </w:tr>
      <w:tr w:rsidR="00641925" w:rsidRPr="00C10ADE" w14:paraId="5C9C818D" w14:textId="77777777" w:rsidTr="00975C7F">
        <w:trPr>
          <w:trHeight w:val="680"/>
          <w:jc w:val="center"/>
        </w:trPr>
        <w:tc>
          <w:tcPr>
            <w:tcW w:w="1668" w:type="dxa"/>
          </w:tcPr>
          <w:p w14:paraId="60F04C6D" w14:textId="5FC6D1D3" w:rsidR="00641925" w:rsidRDefault="00641925" w:rsidP="00975C7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Prior </w:t>
            </w:r>
            <w:r w:rsidR="005D1C17">
              <w:rPr>
                <w:rFonts w:cs="Arial"/>
                <w:sz w:val="22"/>
                <w:szCs w:val="22"/>
              </w:rPr>
              <w:t>c</w:t>
            </w:r>
            <w:r>
              <w:rPr>
                <w:rFonts w:cs="Arial"/>
                <w:sz w:val="22"/>
                <w:szCs w:val="22"/>
              </w:rPr>
              <w:t>harges</w:t>
            </w:r>
            <w:r w:rsidR="003E7A1F">
              <w:rPr>
                <w:rFonts w:cs="Arial"/>
                <w:sz w:val="22"/>
                <w:szCs w:val="22"/>
              </w:rPr>
              <w:t>*</w:t>
            </w:r>
          </w:p>
        </w:tc>
        <w:tc>
          <w:tcPr>
            <w:tcW w:w="708" w:type="dxa"/>
          </w:tcPr>
          <w:p w14:paraId="7DB0CF1B" w14:textId="77777777" w:rsidR="00641925" w:rsidRPr="00C10ADE" w:rsidRDefault="00641925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03063307" w14:textId="77777777" w:rsidR="00641925" w:rsidRPr="00C10ADE" w:rsidRDefault="00641925" w:rsidP="00625C6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</w:tcPr>
          <w:p w14:paraId="1FE03C88" w14:textId="4C24D4E7" w:rsidR="008244EC" w:rsidRDefault="008244EC" w:rsidP="00625C63">
            <w:pPr>
              <w:rPr>
                <w:rFonts w:cs="Arial"/>
                <w:sz w:val="22"/>
                <w:szCs w:val="22"/>
              </w:rPr>
            </w:pPr>
            <w:r w:rsidRPr="008244EC">
              <w:rPr>
                <w:rFonts w:cs="Arial"/>
                <w:bCs/>
                <w:sz w:val="22"/>
                <w:szCs w:val="22"/>
              </w:rPr>
              <w:t>The following documents</w:t>
            </w:r>
            <w:r>
              <w:rPr>
                <w:rFonts w:cs="Arial"/>
                <w:bCs/>
                <w:sz w:val="22"/>
                <w:szCs w:val="22"/>
              </w:rPr>
              <w:t xml:space="preserve"> must be sent with the referral:</w:t>
            </w:r>
            <w:r w:rsidR="00975C7F">
              <w:rPr>
                <w:rFonts w:cs="Arial"/>
                <w:bCs/>
                <w:sz w:val="22"/>
                <w:szCs w:val="22"/>
              </w:rPr>
              <w:br/>
            </w:r>
          </w:p>
          <w:p w14:paraId="787EEE98" w14:textId="438E0AF9" w:rsidR="00641925" w:rsidRDefault="008244EC" w:rsidP="00625C63">
            <w:pPr>
              <w:rPr>
                <w:rFonts w:cs="Arial"/>
                <w:sz w:val="22"/>
                <w:szCs w:val="22"/>
              </w:rPr>
            </w:pPr>
            <w:r w:rsidRPr="008244EC">
              <w:rPr>
                <w:rFonts w:cs="Arial"/>
                <w:sz w:val="22"/>
                <w:szCs w:val="22"/>
              </w:rPr>
              <w:t>Criminal history attached</w:t>
            </w:r>
            <w:r w:rsidR="00975C7F">
              <w:rPr>
                <w:rFonts w:cs="Arial"/>
                <w:sz w:val="22"/>
                <w:szCs w:val="22"/>
              </w:rPr>
              <w:t>:</w:t>
            </w:r>
            <w:r w:rsidRPr="008244EC">
              <w:rPr>
                <w:rFonts w:cs="Arial"/>
                <w:sz w:val="22"/>
                <w:szCs w:val="22"/>
              </w:rPr>
              <w:t xml:space="preserve">                                                      YES/NO</w:t>
            </w:r>
            <w:r w:rsidR="0036208F">
              <w:rPr>
                <w:rFonts w:cs="Arial"/>
                <w:sz w:val="22"/>
                <w:szCs w:val="22"/>
              </w:rPr>
              <w:br/>
            </w:r>
          </w:p>
          <w:p w14:paraId="27E0229C" w14:textId="1B754603" w:rsidR="008244EC" w:rsidRPr="00C10ADE" w:rsidRDefault="008244EC" w:rsidP="00625C6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Domestic Violence Order/Restraining Order attached</w:t>
            </w:r>
            <w:r w:rsidR="00975C7F">
              <w:rPr>
                <w:rFonts w:cs="Arial"/>
                <w:sz w:val="22"/>
                <w:szCs w:val="22"/>
              </w:rPr>
              <w:t>:</w:t>
            </w:r>
            <w:r>
              <w:rPr>
                <w:rFonts w:cs="Arial"/>
                <w:sz w:val="22"/>
                <w:szCs w:val="22"/>
              </w:rPr>
              <w:t xml:space="preserve">         YES/NO</w:t>
            </w:r>
            <w:r w:rsidR="0036208F">
              <w:rPr>
                <w:rFonts w:cs="Arial"/>
                <w:sz w:val="22"/>
                <w:szCs w:val="22"/>
              </w:rPr>
              <w:br/>
            </w:r>
          </w:p>
        </w:tc>
      </w:tr>
    </w:tbl>
    <w:p w14:paraId="7B22F7FA" w14:textId="77777777" w:rsidR="00641925" w:rsidRDefault="003E7A1F">
      <w:r w:rsidRPr="003E7A1F">
        <w:rPr>
          <w:rFonts w:cs="Arial"/>
          <w:color w:val="000000" w:themeColor="text1"/>
          <w:sz w:val="22"/>
          <w:szCs w:val="22"/>
        </w:rPr>
        <w:t>*Th</w:t>
      </w:r>
      <w:r w:rsidR="00145528">
        <w:rPr>
          <w:rFonts w:cs="Arial"/>
          <w:color w:val="000000" w:themeColor="text1"/>
          <w:sz w:val="22"/>
          <w:szCs w:val="22"/>
        </w:rPr>
        <w:t>ese</w:t>
      </w:r>
      <w:r w:rsidRPr="003E7A1F">
        <w:rPr>
          <w:rFonts w:cs="Arial"/>
          <w:color w:val="000000" w:themeColor="text1"/>
          <w:sz w:val="22"/>
          <w:szCs w:val="22"/>
        </w:rPr>
        <w:t xml:space="preserve"> section</w:t>
      </w:r>
      <w:r w:rsidR="00145528">
        <w:rPr>
          <w:rFonts w:cs="Arial"/>
          <w:color w:val="000000" w:themeColor="text1"/>
          <w:sz w:val="22"/>
          <w:szCs w:val="22"/>
        </w:rPr>
        <w:t>s</w:t>
      </w:r>
      <w:r w:rsidRPr="003E7A1F">
        <w:rPr>
          <w:rFonts w:cs="Arial"/>
          <w:color w:val="000000" w:themeColor="text1"/>
          <w:sz w:val="22"/>
          <w:szCs w:val="22"/>
        </w:rPr>
        <w:t xml:space="preserve"> </w:t>
      </w:r>
      <w:r w:rsidRPr="00A74EC6">
        <w:rPr>
          <w:rFonts w:cs="Arial"/>
          <w:b/>
          <w:color w:val="000000" w:themeColor="text1"/>
          <w:sz w:val="22"/>
          <w:szCs w:val="22"/>
        </w:rPr>
        <w:t>must</w:t>
      </w:r>
      <w:r w:rsidRPr="003E7A1F">
        <w:rPr>
          <w:rFonts w:cs="Arial"/>
          <w:color w:val="000000" w:themeColor="text1"/>
          <w:sz w:val="22"/>
          <w:szCs w:val="22"/>
        </w:rPr>
        <w:t xml:space="preserve"> be completed if client has current/past court matter</w:t>
      </w:r>
      <w:r w:rsidR="00A74EC6">
        <w:rPr>
          <w:rFonts w:cs="Arial"/>
          <w:color w:val="000000" w:themeColor="text1"/>
          <w:sz w:val="22"/>
          <w:szCs w:val="22"/>
        </w:rPr>
        <w:t xml:space="preserve">. </w:t>
      </w:r>
    </w:p>
    <w:p w14:paraId="07903865" w14:textId="77777777" w:rsidR="003D0EA4" w:rsidRPr="00C10ADE" w:rsidRDefault="00A74EC6" w:rsidP="00625C63">
      <w:p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ab/>
      </w:r>
      <w:r>
        <w:rPr>
          <w:rFonts w:cs="Arial"/>
          <w:bCs/>
          <w:sz w:val="22"/>
          <w:szCs w:val="22"/>
        </w:rPr>
        <w:tab/>
      </w:r>
    </w:p>
    <w:p w14:paraId="42D036DC" w14:textId="556DE9FA" w:rsidR="00CF6B89" w:rsidRDefault="003D0EA4" w:rsidP="00625C63">
      <w:pPr>
        <w:rPr>
          <w:rFonts w:cs="Arial"/>
          <w:bCs/>
          <w:sz w:val="22"/>
          <w:szCs w:val="22"/>
        </w:rPr>
      </w:pPr>
      <w:proofErr w:type="spellStart"/>
      <w:proofErr w:type="gramStart"/>
      <w:r w:rsidRPr="00C10ADE">
        <w:rPr>
          <w:rFonts w:cs="Arial"/>
          <w:bCs/>
          <w:sz w:val="22"/>
          <w:szCs w:val="22"/>
        </w:rPr>
        <w:t>Signed:</w:t>
      </w:r>
      <w:r w:rsidR="00F74BCA">
        <w:rPr>
          <w:rFonts w:cs="Arial"/>
          <w:sz w:val="22"/>
          <w:szCs w:val="22"/>
        </w:rPr>
        <w:t>_</w:t>
      </w:r>
      <w:proofErr w:type="gramEnd"/>
      <w:r w:rsidR="00F74BCA">
        <w:rPr>
          <w:rFonts w:cs="Arial"/>
          <w:sz w:val="22"/>
          <w:szCs w:val="22"/>
        </w:rPr>
        <w:t>________________________</w:t>
      </w:r>
      <w:r w:rsidR="003E7A1F">
        <w:rPr>
          <w:rFonts w:cs="Arial"/>
          <w:bCs/>
          <w:sz w:val="22"/>
          <w:szCs w:val="22"/>
        </w:rPr>
        <w:t>Name</w:t>
      </w:r>
      <w:proofErr w:type="spellEnd"/>
      <w:r w:rsidR="003E7A1F">
        <w:rPr>
          <w:rFonts w:cs="Arial"/>
          <w:bCs/>
          <w:sz w:val="22"/>
          <w:szCs w:val="22"/>
        </w:rPr>
        <w:t xml:space="preserve"> of </w:t>
      </w:r>
      <w:proofErr w:type="spellStart"/>
      <w:r w:rsidR="003E7A1F">
        <w:rPr>
          <w:rFonts w:cs="Arial"/>
          <w:bCs/>
          <w:sz w:val="22"/>
          <w:szCs w:val="22"/>
        </w:rPr>
        <w:t>referrer</w:t>
      </w:r>
      <w:r w:rsidR="00F74BCA">
        <w:rPr>
          <w:rFonts w:cs="Arial"/>
          <w:bCs/>
          <w:sz w:val="22"/>
          <w:szCs w:val="22"/>
        </w:rPr>
        <w:t>:</w:t>
      </w:r>
      <w:r w:rsidR="00F45C9B">
        <w:rPr>
          <w:rFonts w:cs="Arial"/>
          <w:bCs/>
          <w:sz w:val="22"/>
          <w:szCs w:val="22"/>
        </w:rPr>
        <w:t>___</w:t>
      </w:r>
      <w:r w:rsidR="00F74BCA">
        <w:rPr>
          <w:rFonts w:cs="Arial"/>
          <w:bCs/>
          <w:sz w:val="22"/>
          <w:szCs w:val="22"/>
        </w:rPr>
        <w:t>_____________________</w:t>
      </w:r>
      <w:r w:rsidRPr="00C10ADE">
        <w:rPr>
          <w:rFonts w:cs="Arial"/>
          <w:bCs/>
          <w:sz w:val="22"/>
          <w:szCs w:val="22"/>
        </w:rPr>
        <w:t>Date</w:t>
      </w:r>
      <w:proofErr w:type="spellEnd"/>
      <w:r w:rsidRPr="00C10ADE">
        <w:rPr>
          <w:rFonts w:cs="Arial"/>
          <w:bCs/>
          <w:sz w:val="22"/>
          <w:szCs w:val="22"/>
        </w:rPr>
        <w:t>:</w:t>
      </w:r>
      <w:r w:rsidR="00F74BCA">
        <w:rPr>
          <w:rFonts w:cs="Arial"/>
          <w:sz w:val="22"/>
          <w:szCs w:val="22"/>
        </w:rPr>
        <w:t>_________</w:t>
      </w:r>
      <w:r w:rsidR="00F45C9B">
        <w:rPr>
          <w:rFonts w:cs="Arial"/>
          <w:sz w:val="22"/>
          <w:szCs w:val="22"/>
        </w:rPr>
        <w:t>___</w:t>
      </w:r>
    </w:p>
    <w:p w14:paraId="74B6102E" w14:textId="0797B84A" w:rsidR="00D14E56" w:rsidRPr="00D14E56" w:rsidRDefault="00D14E56" w:rsidP="00D14E56">
      <w:pPr>
        <w:rPr>
          <w:rFonts w:cs="Arial"/>
          <w:sz w:val="22"/>
          <w:szCs w:val="22"/>
        </w:rPr>
      </w:pPr>
    </w:p>
    <w:p w14:paraId="6AF7A023" w14:textId="77777777" w:rsidR="00D14E56" w:rsidRPr="00D14E56" w:rsidRDefault="00D14E56" w:rsidP="00D14E56">
      <w:pPr>
        <w:jc w:val="center"/>
        <w:rPr>
          <w:rFonts w:cs="Arial"/>
          <w:sz w:val="22"/>
          <w:szCs w:val="22"/>
        </w:rPr>
      </w:pPr>
    </w:p>
    <w:sectPr w:rsidR="00D14E56" w:rsidRPr="00D14E56" w:rsidSect="00504E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721CE" w14:textId="77777777" w:rsidR="00C813EF" w:rsidRDefault="00C813EF">
      <w:r>
        <w:separator/>
      </w:r>
    </w:p>
  </w:endnote>
  <w:endnote w:type="continuationSeparator" w:id="0">
    <w:p w14:paraId="67047B53" w14:textId="77777777" w:rsidR="00C813EF" w:rsidRDefault="00C81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BEAC7" w14:textId="77777777" w:rsidR="007D11AF" w:rsidRDefault="007D11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7D95E" w14:textId="6D45A0E8" w:rsidR="00CF6B89" w:rsidRPr="00CF6B89" w:rsidRDefault="00CF6B89">
    <w:pPr>
      <w:pStyle w:val="Footer"/>
      <w:rPr>
        <w:sz w:val="20"/>
      </w:rPr>
    </w:pPr>
    <w:r>
      <w:rPr>
        <w:sz w:val="20"/>
      </w:rPr>
      <w:t xml:space="preserve">170_ Aranda House </w:t>
    </w:r>
    <w:r w:rsidR="00D462F5">
      <w:rPr>
        <w:sz w:val="20"/>
      </w:rPr>
      <w:t xml:space="preserve">Therapeutic Community Referral </w:t>
    </w:r>
    <w:r w:rsidR="00D462F5">
      <w:rPr>
        <w:sz w:val="20"/>
      </w:rPr>
      <w:t>Form_</w:t>
    </w:r>
    <w:r w:rsidR="005B0F4C" w:rsidRPr="005B0F4C">
      <w:rPr>
        <w:sz w:val="20"/>
      </w:rPr>
      <w:t>v</w:t>
    </w:r>
    <w:r w:rsidR="00AF0E5D">
      <w:rPr>
        <w:sz w:val="20"/>
      </w:rPr>
      <w:t>9</w:t>
    </w:r>
    <w:r w:rsidR="005B0F4C" w:rsidRPr="005B0F4C">
      <w:rPr>
        <w:sz w:val="20"/>
      </w:rPr>
      <w:t>_</w:t>
    </w:r>
    <w:r w:rsidR="00AF0E5D">
      <w:rPr>
        <w:sz w:val="20"/>
      </w:rPr>
      <w:t>3</w:t>
    </w:r>
    <w:r w:rsidR="007D11AF">
      <w:rPr>
        <w:sz w:val="20"/>
      </w:rPr>
      <w:t>1</w:t>
    </w:r>
    <w:bookmarkStart w:id="0" w:name="_GoBack"/>
    <w:bookmarkEnd w:id="0"/>
    <w:r w:rsidR="00AF0E5D">
      <w:rPr>
        <w:sz w:val="20"/>
      </w:rPr>
      <w:t>05</w:t>
    </w:r>
    <w:r w:rsidR="005B0F4C" w:rsidRPr="005B0F4C">
      <w:rPr>
        <w:sz w:val="20"/>
      </w:rPr>
      <w:t>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6FBE6" w14:textId="77777777" w:rsidR="007D11AF" w:rsidRDefault="007D11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651E8" w14:textId="77777777" w:rsidR="00C813EF" w:rsidRDefault="00C813EF">
      <w:r>
        <w:separator/>
      </w:r>
    </w:p>
  </w:footnote>
  <w:footnote w:type="continuationSeparator" w:id="0">
    <w:p w14:paraId="62DEB631" w14:textId="77777777" w:rsidR="00C813EF" w:rsidRDefault="00C81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71DBF" w14:textId="77777777" w:rsidR="007D11AF" w:rsidRDefault="007D11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00ED2" w14:textId="77777777" w:rsidR="00CF6B89" w:rsidRDefault="00CA2DA4">
    <w:pPr>
      <w:pStyle w:val="Header"/>
    </w:pPr>
    <w:r>
      <w:rPr>
        <w:noProof/>
        <w:lang w:eastAsia="en-AU"/>
      </w:rPr>
      <w:drawing>
        <wp:inline distT="0" distB="0" distL="0" distR="0" wp14:anchorId="3B4A6BAD" wp14:editId="3111A337">
          <wp:extent cx="1173600" cy="406800"/>
          <wp:effectExtent l="0" t="0" r="762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SA_Logo_2017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600" cy="40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C1E6D" w:rsidRPr="005C1E6D">
      <w:t xml:space="preserve"> </w:t>
    </w:r>
    <w:r w:rsidR="005C1E6D" w:rsidRPr="005C1E6D">
      <w:rPr>
        <w:b/>
      </w:rPr>
      <w:t>DASA Aranda House Therapeutic Community Referral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A0EA0" w14:textId="77777777" w:rsidR="007D11AF" w:rsidRDefault="007D11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203"/>
    <w:rsid w:val="00010833"/>
    <w:rsid w:val="00025CA4"/>
    <w:rsid w:val="00037C52"/>
    <w:rsid w:val="00051203"/>
    <w:rsid w:val="00060943"/>
    <w:rsid w:val="000833CD"/>
    <w:rsid w:val="000A5442"/>
    <w:rsid w:val="000B18DD"/>
    <w:rsid w:val="000C2E77"/>
    <w:rsid w:val="000C687C"/>
    <w:rsid w:val="00116803"/>
    <w:rsid w:val="00145528"/>
    <w:rsid w:val="0015501D"/>
    <w:rsid w:val="001A661E"/>
    <w:rsid w:val="001F1FC0"/>
    <w:rsid w:val="00207ADF"/>
    <w:rsid w:val="00231267"/>
    <w:rsid w:val="00233EE9"/>
    <w:rsid w:val="00254D7B"/>
    <w:rsid w:val="00265202"/>
    <w:rsid w:val="00272015"/>
    <w:rsid w:val="00324547"/>
    <w:rsid w:val="003263AD"/>
    <w:rsid w:val="0035767D"/>
    <w:rsid w:val="0036208F"/>
    <w:rsid w:val="0037306C"/>
    <w:rsid w:val="003A024C"/>
    <w:rsid w:val="003A1FCC"/>
    <w:rsid w:val="003C7E53"/>
    <w:rsid w:val="003D0EA4"/>
    <w:rsid w:val="003E4BAB"/>
    <w:rsid w:val="003E7A1F"/>
    <w:rsid w:val="00466AC9"/>
    <w:rsid w:val="004805CA"/>
    <w:rsid w:val="004F3928"/>
    <w:rsid w:val="00504EDE"/>
    <w:rsid w:val="005357CD"/>
    <w:rsid w:val="00540642"/>
    <w:rsid w:val="005972DB"/>
    <w:rsid w:val="005A25F2"/>
    <w:rsid w:val="005B0F4C"/>
    <w:rsid w:val="005C1E6D"/>
    <w:rsid w:val="005D1C17"/>
    <w:rsid w:val="00625C63"/>
    <w:rsid w:val="006408DB"/>
    <w:rsid w:val="00641925"/>
    <w:rsid w:val="0064285E"/>
    <w:rsid w:val="006678EE"/>
    <w:rsid w:val="006900FF"/>
    <w:rsid w:val="006A2A07"/>
    <w:rsid w:val="006F364F"/>
    <w:rsid w:val="007054CC"/>
    <w:rsid w:val="007325ED"/>
    <w:rsid w:val="007C0721"/>
    <w:rsid w:val="007D11AF"/>
    <w:rsid w:val="007E1289"/>
    <w:rsid w:val="008244EC"/>
    <w:rsid w:val="00873974"/>
    <w:rsid w:val="008B0F95"/>
    <w:rsid w:val="00913D59"/>
    <w:rsid w:val="00975C7F"/>
    <w:rsid w:val="009965D4"/>
    <w:rsid w:val="009E7809"/>
    <w:rsid w:val="00A32C84"/>
    <w:rsid w:val="00A74EC6"/>
    <w:rsid w:val="00AB503A"/>
    <w:rsid w:val="00AD5026"/>
    <w:rsid w:val="00AF0E5D"/>
    <w:rsid w:val="00B01A84"/>
    <w:rsid w:val="00B2046D"/>
    <w:rsid w:val="00B32A04"/>
    <w:rsid w:val="00B933D2"/>
    <w:rsid w:val="00BB7DCC"/>
    <w:rsid w:val="00C00059"/>
    <w:rsid w:val="00C01473"/>
    <w:rsid w:val="00C015CB"/>
    <w:rsid w:val="00C10ADE"/>
    <w:rsid w:val="00C118F1"/>
    <w:rsid w:val="00C74501"/>
    <w:rsid w:val="00C813EF"/>
    <w:rsid w:val="00CA2DA4"/>
    <w:rsid w:val="00CF6B89"/>
    <w:rsid w:val="00D04B91"/>
    <w:rsid w:val="00D04F29"/>
    <w:rsid w:val="00D14E56"/>
    <w:rsid w:val="00D228F8"/>
    <w:rsid w:val="00D462F5"/>
    <w:rsid w:val="00D524DB"/>
    <w:rsid w:val="00D922A1"/>
    <w:rsid w:val="00D96596"/>
    <w:rsid w:val="00D97097"/>
    <w:rsid w:val="00DC1F38"/>
    <w:rsid w:val="00E030F2"/>
    <w:rsid w:val="00E7798D"/>
    <w:rsid w:val="00E82E7C"/>
    <w:rsid w:val="00E845E8"/>
    <w:rsid w:val="00EB3735"/>
    <w:rsid w:val="00EC4897"/>
    <w:rsid w:val="00F45C9B"/>
    <w:rsid w:val="00F528C8"/>
    <w:rsid w:val="00F60082"/>
    <w:rsid w:val="00F61ED1"/>
    <w:rsid w:val="00F74BCA"/>
    <w:rsid w:val="00F835F1"/>
    <w:rsid w:val="00FB1D6B"/>
    <w:rsid w:val="00FD2642"/>
    <w:rsid w:val="00FD2FAA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3CF6B9E2"/>
  <w15:docId w15:val="{BC238C5D-0041-42C2-BF2B-5609BAC53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2E7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C2E7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C2E77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6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6B89"/>
    <w:rPr>
      <w:rFonts w:ascii="Tahoma" w:hAnsi="Tahoma" w:cs="Tahoma"/>
      <w:sz w:val="16"/>
      <w:szCs w:val="16"/>
      <w:lang w:val="en-AU"/>
    </w:rPr>
  </w:style>
  <w:style w:type="character" w:styleId="Hyperlink">
    <w:name w:val="Hyperlink"/>
    <w:basedOn w:val="DefaultParagraphFont"/>
    <w:unhideWhenUsed/>
    <w:rsid w:val="00975C7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5C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take@dasa.org.a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7C015A71</Template>
  <TotalTime>12</TotalTime>
  <Pages>2</Pages>
  <Words>218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ALCOHOL &amp; OTHER DRUG SERVICES</vt:lpstr>
    </vt:vector>
  </TitlesOfParts>
  <Company>DASA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ALCOHOL &amp; OTHER DRUG SERVICES</dc:title>
  <dc:creator>General User</dc:creator>
  <cp:lastModifiedBy>Sarah Ford</cp:lastModifiedBy>
  <cp:revision>12</cp:revision>
  <cp:lastPrinted>2017-12-06T03:27:00Z</cp:lastPrinted>
  <dcterms:created xsi:type="dcterms:W3CDTF">2019-02-13T06:03:00Z</dcterms:created>
  <dcterms:modified xsi:type="dcterms:W3CDTF">2019-05-31T06:26:00Z</dcterms:modified>
</cp:coreProperties>
</file>